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90430" w14:textId="440AA7A2" w:rsidR="007B666B" w:rsidRPr="00054A1A" w:rsidRDefault="00B73D10" w:rsidP="00E54899">
      <w:pPr>
        <w:rPr>
          <w:b/>
        </w:rPr>
      </w:pPr>
      <w:r>
        <w:rPr>
          <w:b/>
        </w:rPr>
        <w:t xml:space="preserve">       </w:t>
      </w:r>
      <w:r w:rsidR="00A9408B">
        <w:rPr>
          <w:b/>
        </w:rPr>
        <w:t>Riigimetsa Majandamise Keskus</w:t>
      </w:r>
      <w:r w:rsidR="00DF1EFF" w:rsidRPr="00054A1A">
        <w:rPr>
          <w:b/>
        </w:rPr>
        <w:tab/>
      </w:r>
      <w:r w:rsidR="00643EAD">
        <w:rPr>
          <w:b/>
        </w:rPr>
        <w:t xml:space="preserve">           </w:t>
      </w:r>
      <w:r w:rsidR="00637839">
        <w:rPr>
          <w:b/>
        </w:rPr>
        <w:t xml:space="preserve">       </w:t>
      </w:r>
      <w:r w:rsidR="007B4018">
        <w:rPr>
          <w:b/>
        </w:rPr>
        <w:t xml:space="preserve">   </w:t>
      </w:r>
      <w:r w:rsidR="00B174C2">
        <w:rPr>
          <w:b/>
        </w:rPr>
        <w:t xml:space="preserve">         </w:t>
      </w:r>
      <w:r w:rsidR="00077EA8">
        <w:rPr>
          <w:b/>
        </w:rPr>
        <w:t xml:space="preserve"> </w:t>
      </w:r>
      <w:r w:rsidR="00462544" w:rsidRPr="00054A1A">
        <w:rPr>
          <w:b/>
        </w:rPr>
        <w:t>M</w:t>
      </w:r>
      <w:r w:rsidR="0067399D" w:rsidRPr="00054A1A">
        <w:rPr>
          <w:b/>
        </w:rPr>
        <w:t>ei</w:t>
      </w:r>
      <w:r w:rsidR="002C248A" w:rsidRPr="00054A1A">
        <w:rPr>
          <w:b/>
        </w:rPr>
        <w:t xml:space="preserve">e </w:t>
      </w:r>
      <w:r w:rsidR="00806925">
        <w:rPr>
          <w:b/>
        </w:rPr>
        <w:t>1</w:t>
      </w:r>
      <w:r w:rsidR="007F6DD0">
        <w:rPr>
          <w:b/>
        </w:rPr>
        <w:t>7</w:t>
      </w:r>
      <w:r w:rsidR="0069187A" w:rsidRPr="000C7F29">
        <w:rPr>
          <w:b/>
        </w:rPr>
        <w:t>.0</w:t>
      </w:r>
      <w:r w:rsidR="00A411CC">
        <w:rPr>
          <w:b/>
        </w:rPr>
        <w:t>7</w:t>
      </w:r>
      <w:r w:rsidR="00E41FED" w:rsidRPr="000C7F29">
        <w:rPr>
          <w:b/>
        </w:rPr>
        <w:t>.202</w:t>
      </w:r>
      <w:r w:rsidR="00801EA1">
        <w:rPr>
          <w:b/>
        </w:rPr>
        <w:t>5</w:t>
      </w:r>
      <w:r w:rsidR="00443254">
        <w:rPr>
          <w:b/>
        </w:rPr>
        <w:t>. a nr 1-2</w:t>
      </w:r>
      <w:r w:rsidR="00F67CA8">
        <w:rPr>
          <w:b/>
        </w:rPr>
        <w:t>/3</w:t>
      </w:r>
      <w:r w:rsidR="008E019F">
        <w:rPr>
          <w:b/>
        </w:rPr>
        <w:t>21</w:t>
      </w:r>
    </w:p>
    <w:p w14:paraId="1FCCFCDD" w14:textId="4A0BACEB" w:rsidR="003903CE" w:rsidRDefault="00B26C7A" w:rsidP="00892B64">
      <w:pPr>
        <w:rPr>
          <w:b/>
        </w:rPr>
      </w:pPr>
      <w:r w:rsidRPr="00054A1A">
        <w:rPr>
          <w:b/>
        </w:rPr>
        <w:t xml:space="preserve">     </w:t>
      </w:r>
      <w:r w:rsidR="00E54899" w:rsidRPr="00054A1A">
        <w:rPr>
          <w:b/>
        </w:rPr>
        <w:t xml:space="preserve"> </w:t>
      </w:r>
      <w:r w:rsidR="007E5B0E">
        <w:rPr>
          <w:b/>
        </w:rPr>
        <w:t xml:space="preserve"> </w:t>
      </w:r>
      <w:r w:rsidR="00996D47">
        <w:rPr>
          <w:b/>
        </w:rPr>
        <w:t>Mõisa/3</w:t>
      </w:r>
      <w:r w:rsidR="0023196C">
        <w:rPr>
          <w:b/>
        </w:rPr>
        <w:t>, Sagadi küla,</w:t>
      </w:r>
    </w:p>
    <w:p w14:paraId="06602F44" w14:textId="077F3AC2" w:rsidR="00E75031" w:rsidRDefault="00E75031" w:rsidP="00892B64">
      <w:pPr>
        <w:rPr>
          <w:b/>
        </w:rPr>
      </w:pPr>
      <w:r>
        <w:rPr>
          <w:b/>
        </w:rPr>
        <w:t xml:space="preserve">       </w:t>
      </w:r>
      <w:r w:rsidR="0023196C">
        <w:rPr>
          <w:b/>
        </w:rPr>
        <w:t>45403</w:t>
      </w:r>
      <w:r w:rsidR="0004015F">
        <w:rPr>
          <w:b/>
        </w:rPr>
        <w:t xml:space="preserve">, </w:t>
      </w:r>
      <w:r w:rsidR="00515BA0">
        <w:rPr>
          <w:b/>
        </w:rPr>
        <w:t>Haljala vald</w:t>
      </w:r>
      <w:r w:rsidR="00B017E5">
        <w:rPr>
          <w:b/>
        </w:rPr>
        <w:t xml:space="preserve">, </w:t>
      </w:r>
      <w:r w:rsidR="00515BA0">
        <w:rPr>
          <w:b/>
        </w:rPr>
        <w:t>Lääne-Viru</w:t>
      </w:r>
      <w:r w:rsidR="0004015F">
        <w:rPr>
          <w:b/>
        </w:rPr>
        <w:t xml:space="preserve"> maakond</w:t>
      </w:r>
    </w:p>
    <w:p w14:paraId="5B057FE1" w14:textId="7DADCD55" w:rsidR="00E75031" w:rsidRPr="00111CD5" w:rsidRDefault="00E75031" w:rsidP="00892B64">
      <w:pPr>
        <w:rPr>
          <w:b/>
        </w:rPr>
      </w:pPr>
      <w:r>
        <w:rPr>
          <w:b/>
        </w:rPr>
        <w:t xml:space="preserve">       </w:t>
      </w:r>
    </w:p>
    <w:p w14:paraId="042E1CEE" w14:textId="77777777" w:rsidR="00FE656C" w:rsidRPr="009D1B95" w:rsidRDefault="00FE656C" w:rsidP="00DD3D60">
      <w:pPr>
        <w:rPr>
          <w:sz w:val="20"/>
          <w:u w:val="dotted"/>
        </w:rPr>
      </w:pPr>
    </w:p>
    <w:p w14:paraId="78189446" w14:textId="3B7BF11A" w:rsidR="00DE20F8" w:rsidRDefault="00110F10" w:rsidP="0067399D">
      <w:pPr>
        <w:pStyle w:val="Pealkiri1"/>
        <w:jc w:val="center"/>
      </w:pPr>
      <w:r>
        <w:t>KOOSKÕLASTUS</w:t>
      </w:r>
      <w:r w:rsidR="003711CD">
        <w:t>LEHT</w:t>
      </w:r>
      <w:r w:rsidR="005D70F3">
        <w:t xml:space="preserve"> </w:t>
      </w:r>
      <w:r w:rsidR="00E61A99">
        <w:t>10</w:t>
      </w:r>
    </w:p>
    <w:p w14:paraId="61FD3C03" w14:textId="77777777" w:rsidR="00FE656C" w:rsidRPr="00FE656C" w:rsidRDefault="00FE656C" w:rsidP="00FE656C"/>
    <w:p w14:paraId="4AF41F39" w14:textId="3E1EF562" w:rsidR="001D1327" w:rsidRPr="00DD4563" w:rsidRDefault="00D34654" w:rsidP="001908BC">
      <w:pPr>
        <w:pStyle w:val="Pealkiri1"/>
        <w:jc w:val="both"/>
        <w:rPr>
          <w:b w:val="0"/>
          <w:sz w:val="20"/>
        </w:rPr>
      </w:pPr>
      <w:r w:rsidRPr="00DD4563">
        <w:rPr>
          <w:b w:val="0"/>
          <w:sz w:val="20"/>
        </w:rPr>
        <w:t xml:space="preserve">Saadame teile kooskõlastamiseks </w:t>
      </w:r>
      <w:proofErr w:type="spellStart"/>
      <w:r w:rsidR="00A54C6E">
        <w:rPr>
          <w:b w:val="0"/>
          <w:sz w:val="20"/>
        </w:rPr>
        <w:t>Koljala</w:t>
      </w:r>
      <w:proofErr w:type="spellEnd"/>
      <w:r w:rsidR="00E37175">
        <w:rPr>
          <w:b w:val="0"/>
          <w:sz w:val="20"/>
        </w:rPr>
        <w:t xml:space="preserve"> objekti kuivendusrajatiste projekt</w:t>
      </w:r>
      <w:r w:rsidR="00333945">
        <w:rPr>
          <w:b w:val="0"/>
          <w:sz w:val="20"/>
        </w:rPr>
        <w:t>eerimine</w:t>
      </w:r>
      <w:r w:rsidR="00E07976" w:rsidRPr="00DD4563">
        <w:rPr>
          <w:b w:val="0"/>
          <w:sz w:val="20"/>
        </w:rPr>
        <w:t>, ehitusprojekt V01</w:t>
      </w:r>
      <w:r w:rsidR="00C23E8B" w:rsidRPr="00DD4563">
        <w:rPr>
          <w:b w:val="0"/>
          <w:sz w:val="20"/>
        </w:rPr>
        <w:t>, töö nr 202</w:t>
      </w:r>
      <w:r w:rsidR="00B71FD3">
        <w:rPr>
          <w:b w:val="0"/>
          <w:sz w:val="20"/>
        </w:rPr>
        <w:t>5</w:t>
      </w:r>
      <w:r w:rsidR="00C23E8B" w:rsidRPr="00DD4563">
        <w:rPr>
          <w:b w:val="0"/>
          <w:sz w:val="20"/>
        </w:rPr>
        <w:t>-</w:t>
      </w:r>
      <w:r w:rsidR="00B71FD3">
        <w:rPr>
          <w:b w:val="0"/>
          <w:sz w:val="20"/>
        </w:rPr>
        <w:t>194</w:t>
      </w:r>
      <w:r w:rsidR="002E2AAE" w:rsidRPr="00DD4563">
        <w:rPr>
          <w:b w:val="0"/>
          <w:sz w:val="20"/>
        </w:rPr>
        <w:t>.</w:t>
      </w:r>
    </w:p>
    <w:p w14:paraId="125EA946" w14:textId="4391F4EC" w:rsidR="004F66F9" w:rsidRPr="00DD4563" w:rsidRDefault="009A2DDD" w:rsidP="00EE059D">
      <w:pPr>
        <w:spacing w:line="276" w:lineRule="auto"/>
        <w:jc w:val="both"/>
        <w:rPr>
          <w:sz w:val="20"/>
        </w:rPr>
      </w:pPr>
      <w:r w:rsidRPr="00DD4563">
        <w:rPr>
          <w:b/>
          <w:sz w:val="20"/>
        </w:rPr>
        <w:t>Objekti</w:t>
      </w:r>
      <w:r w:rsidR="00684171" w:rsidRPr="00DD4563">
        <w:rPr>
          <w:b/>
          <w:sz w:val="20"/>
        </w:rPr>
        <w:t xml:space="preserve"> asukoht</w:t>
      </w:r>
      <w:r w:rsidR="001855BF" w:rsidRPr="00DD4563">
        <w:rPr>
          <w:b/>
          <w:sz w:val="20"/>
        </w:rPr>
        <w:t>:</w:t>
      </w:r>
      <w:r w:rsidR="001D3052" w:rsidRPr="00DD4563">
        <w:rPr>
          <w:sz w:val="20"/>
        </w:rPr>
        <w:t xml:space="preserve"> </w:t>
      </w:r>
      <w:r w:rsidR="00A701AD">
        <w:rPr>
          <w:sz w:val="20"/>
        </w:rPr>
        <w:t>Ida-Viru</w:t>
      </w:r>
      <w:r w:rsidR="00CC3A93" w:rsidRPr="00DD4563">
        <w:rPr>
          <w:sz w:val="20"/>
        </w:rPr>
        <w:t xml:space="preserve"> maakond</w:t>
      </w:r>
      <w:r w:rsidR="00E03ED4" w:rsidRPr="00DD4563">
        <w:rPr>
          <w:sz w:val="20"/>
        </w:rPr>
        <w:t xml:space="preserve">, </w:t>
      </w:r>
      <w:r w:rsidR="00A701AD">
        <w:rPr>
          <w:sz w:val="20"/>
        </w:rPr>
        <w:t>Lüganuse</w:t>
      </w:r>
      <w:r w:rsidR="0060790C" w:rsidRPr="00DD4563">
        <w:rPr>
          <w:sz w:val="20"/>
        </w:rPr>
        <w:t xml:space="preserve"> vald, </w:t>
      </w:r>
      <w:proofErr w:type="spellStart"/>
      <w:r w:rsidR="00306233">
        <w:rPr>
          <w:sz w:val="20"/>
        </w:rPr>
        <w:t>Koljala</w:t>
      </w:r>
      <w:proofErr w:type="spellEnd"/>
      <w:r w:rsidR="00DC165F" w:rsidRPr="00DD4563">
        <w:rPr>
          <w:iCs/>
          <w:sz w:val="20"/>
        </w:rPr>
        <w:t xml:space="preserve"> küla</w:t>
      </w:r>
      <w:r w:rsidR="00306233">
        <w:rPr>
          <w:iCs/>
          <w:sz w:val="20"/>
        </w:rPr>
        <w:t>.</w:t>
      </w:r>
    </w:p>
    <w:p w14:paraId="31C4407D" w14:textId="38FC1F29" w:rsidR="00567535" w:rsidRPr="00D851FD" w:rsidRDefault="008A11BA" w:rsidP="00A544F0">
      <w:pPr>
        <w:spacing w:line="276" w:lineRule="auto"/>
        <w:jc w:val="both"/>
        <w:rPr>
          <w:sz w:val="20"/>
        </w:rPr>
      </w:pPr>
      <w:r w:rsidRPr="007839D5">
        <w:rPr>
          <w:sz w:val="20"/>
        </w:rPr>
        <w:t>Ehitusprojekt on koosta</w:t>
      </w:r>
      <w:r w:rsidR="00E64C49">
        <w:rPr>
          <w:sz w:val="20"/>
        </w:rPr>
        <w:t>tud</w:t>
      </w:r>
      <w:r w:rsidRPr="007839D5">
        <w:rPr>
          <w:sz w:val="20"/>
        </w:rPr>
        <w:t xml:space="preserve"> Kobras OÜ</w:t>
      </w:r>
      <w:r w:rsidR="00E64C49">
        <w:rPr>
          <w:sz w:val="20"/>
        </w:rPr>
        <w:t xml:space="preserve"> poolt</w:t>
      </w:r>
      <w:r w:rsidRPr="007839D5">
        <w:rPr>
          <w:sz w:val="20"/>
        </w:rPr>
        <w:t xml:space="preserve"> </w:t>
      </w:r>
      <w:proofErr w:type="spellStart"/>
      <w:r w:rsidR="00745618" w:rsidRPr="007839D5">
        <w:rPr>
          <w:sz w:val="20"/>
        </w:rPr>
        <w:t>Enery</w:t>
      </w:r>
      <w:proofErr w:type="spellEnd"/>
      <w:r w:rsidR="00E12C71" w:rsidRPr="007839D5">
        <w:rPr>
          <w:sz w:val="20"/>
        </w:rPr>
        <w:t xml:space="preserve"> Estonia OÜ</w:t>
      </w:r>
      <w:r w:rsidRPr="007839D5">
        <w:rPr>
          <w:sz w:val="20"/>
        </w:rPr>
        <w:t xml:space="preserve"> tellimusel</w:t>
      </w:r>
      <w:r w:rsidR="00D57D18" w:rsidRPr="007839D5">
        <w:rPr>
          <w:sz w:val="20"/>
        </w:rPr>
        <w:t>.</w:t>
      </w:r>
      <w:r w:rsidR="00085D39" w:rsidRPr="007839D5">
        <w:rPr>
          <w:sz w:val="20"/>
        </w:rPr>
        <w:t xml:space="preserve"> </w:t>
      </w:r>
      <w:r w:rsidR="007839D5" w:rsidRPr="007839D5">
        <w:rPr>
          <w:sz w:val="20"/>
        </w:rPr>
        <w:t xml:space="preserve">Töö eesmärgiks on rajatava </w:t>
      </w:r>
      <w:proofErr w:type="spellStart"/>
      <w:r w:rsidR="005867A7">
        <w:rPr>
          <w:sz w:val="20"/>
        </w:rPr>
        <w:t>Koljala</w:t>
      </w:r>
      <w:proofErr w:type="spellEnd"/>
      <w:r w:rsidR="005867A7">
        <w:rPr>
          <w:sz w:val="20"/>
        </w:rPr>
        <w:t xml:space="preserve"> </w:t>
      </w:r>
      <w:r w:rsidR="007839D5" w:rsidRPr="007839D5">
        <w:rPr>
          <w:sz w:val="20"/>
        </w:rPr>
        <w:t xml:space="preserve">päikesepargi </w:t>
      </w:r>
      <w:r w:rsidR="007839D5" w:rsidRPr="00DB0718">
        <w:rPr>
          <w:sz w:val="20"/>
        </w:rPr>
        <w:t xml:space="preserve">alal asuva kraavkuivenduse asendamine drenaaži- ja täidisdrenaažiga. </w:t>
      </w:r>
      <w:r w:rsidR="00085D39" w:rsidRPr="00DB0718">
        <w:rPr>
          <w:sz w:val="20"/>
        </w:rPr>
        <w:t>Ehitusprojekt annab tehnilise lahenduse olemasoleva</w:t>
      </w:r>
      <w:r w:rsidR="008368A4" w:rsidRPr="00DB0718">
        <w:rPr>
          <w:sz w:val="20"/>
        </w:rPr>
        <w:t xml:space="preserve"> kraavkuivenduse</w:t>
      </w:r>
      <w:r w:rsidR="009642C9" w:rsidRPr="00DB0718">
        <w:rPr>
          <w:sz w:val="20"/>
        </w:rPr>
        <w:t xml:space="preserve"> asendamiseks</w:t>
      </w:r>
      <w:r w:rsidR="00B15E35" w:rsidRPr="00DB0718">
        <w:rPr>
          <w:sz w:val="20"/>
        </w:rPr>
        <w:t xml:space="preserve"> ja</w:t>
      </w:r>
      <w:r w:rsidR="002E518A">
        <w:rPr>
          <w:sz w:val="20"/>
        </w:rPr>
        <w:t xml:space="preserve"> lahenduse</w:t>
      </w:r>
      <w:r w:rsidR="00B15E35" w:rsidRPr="00DB0718">
        <w:rPr>
          <w:sz w:val="20"/>
        </w:rPr>
        <w:t xml:space="preserve"> päikesepargi</w:t>
      </w:r>
      <w:r w:rsidR="00FB497B" w:rsidRPr="00DB0718">
        <w:rPr>
          <w:sz w:val="20"/>
        </w:rPr>
        <w:t xml:space="preserve"> alast välja jäävate</w:t>
      </w:r>
      <w:r w:rsidR="00B566EE" w:rsidRPr="00DB0718">
        <w:rPr>
          <w:sz w:val="20"/>
        </w:rPr>
        <w:t xml:space="preserve"> </w:t>
      </w:r>
      <w:r w:rsidR="00B670DC" w:rsidRPr="00DB0718">
        <w:rPr>
          <w:sz w:val="20"/>
        </w:rPr>
        <w:t>eesvoolude ja kuiven</w:t>
      </w:r>
      <w:r w:rsidR="00275185">
        <w:rPr>
          <w:sz w:val="20"/>
        </w:rPr>
        <w:t>d</w:t>
      </w:r>
      <w:r w:rsidR="00B670DC" w:rsidRPr="00DB0718">
        <w:rPr>
          <w:sz w:val="20"/>
        </w:rPr>
        <w:t>uskraavide</w:t>
      </w:r>
      <w:r w:rsidR="00B566EE" w:rsidRPr="00DB0718">
        <w:rPr>
          <w:sz w:val="20"/>
        </w:rPr>
        <w:t xml:space="preserve"> </w:t>
      </w:r>
      <w:r w:rsidR="002E518A">
        <w:rPr>
          <w:sz w:val="20"/>
        </w:rPr>
        <w:t>ning</w:t>
      </w:r>
      <w:r w:rsidR="00B566EE" w:rsidRPr="00D851FD">
        <w:rPr>
          <w:sz w:val="20"/>
        </w:rPr>
        <w:t xml:space="preserve"> </w:t>
      </w:r>
      <w:r w:rsidR="00725F94" w:rsidRPr="00D851FD">
        <w:rPr>
          <w:sz w:val="20"/>
        </w:rPr>
        <w:t>neil asuvate truupide</w:t>
      </w:r>
      <w:r w:rsidR="00B566EE" w:rsidRPr="00D851FD">
        <w:rPr>
          <w:sz w:val="20"/>
        </w:rPr>
        <w:t xml:space="preserve"> edasi</w:t>
      </w:r>
      <w:r w:rsidR="00F94200" w:rsidRPr="00D851FD">
        <w:rPr>
          <w:sz w:val="20"/>
        </w:rPr>
        <w:t>se</w:t>
      </w:r>
      <w:r w:rsidR="00B566EE" w:rsidRPr="00D851FD">
        <w:rPr>
          <w:sz w:val="20"/>
        </w:rPr>
        <w:t xml:space="preserve"> eesmärgipära</w:t>
      </w:r>
      <w:r w:rsidR="00F94200" w:rsidRPr="00D851FD">
        <w:rPr>
          <w:sz w:val="20"/>
        </w:rPr>
        <w:t>se</w:t>
      </w:r>
      <w:r w:rsidR="00B566EE" w:rsidRPr="00D851FD">
        <w:rPr>
          <w:sz w:val="20"/>
        </w:rPr>
        <w:t xml:space="preserve"> toimimisvõime</w:t>
      </w:r>
      <w:r w:rsidR="005D6347" w:rsidRPr="00D851FD">
        <w:rPr>
          <w:sz w:val="20"/>
        </w:rPr>
        <w:t xml:space="preserve"> tagamiseks</w:t>
      </w:r>
      <w:r w:rsidR="00B566EE" w:rsidRPr="00D851FD">
        <w:rPr>
          <w:sz w:val="20"/>
        </w:rPr>
        <w:t>.</w:t>
      </w:r>
      <w:r w:rsidR="00DB0718" w:rsidRPr="00D851FD">
        <w:rPr>
          <w:sz w:val="20"/>
        </w:rPr>
        <w:t xml:space="preserve"> </w:t>
      </w:r>
      <w:r w:rsidR="00696678" w:rsidRPr="00D851FD">
        <w:rPr>
          <w:sz w:val="20"/>
        </w:rPr>
        <w:t>Ehitustöödega planeeritakse</w:t>
      </w:r>
      <w:r w:rsidR="00D851FD" w:rsidRPr="00D851FD">
        <w:rPr>
          <w:sz w:val="20"/>
        </w:rPr>
        <w:t xml:space="preserve"> </w:t>
      </w:r>
      <w:r w:rsidR="00EF028C" w:rsidRPr="00D851FD">
        <w:rPr>
          <w:sz w:val="20"/>
        </w:rPr>
        <w:t>vastavalt vajadusele</w:t>
      </w:r>
      <w:r w:rsidR="00D851FD" w:rsidRPr="00D851FD">
        <w:rPr>
          <w:sz w:val="20"/>
        </w:rPr>
        <w:t xml:space="preserve"> </w:t>
      </w:r>
      <w:r w:rsidR="00A130C7" w:rsidRPr="00D851FD">
        <w:rPr>
          <w:sz w:val="20"/>
        </w:rPr>
        <w:t>teha alljärgnevaid töid:</w:t>
      </w:r>
    </w:p>
    <w:p w14:paraId="3A346308" w14:textId="77777777" w:rsidR="00871F93" w:rsidRDefault="00871F93" w:rsidP="00871F93">
      <w:pPr>
        <w:numPr>
          <w:ilvl w:val="0"/>
          <w:numId w:val="3"/>
        </w:numPr>
        <w:jc w:val="both"/>
        <w:rPr>
          <w:sz w:val="20"/>
        </w:rPr>
      </w:pPr>
      <w:r>
        <w:rPr>
          <w:sz w:val="20"/>
        </w:rPr>
        <w:t>k</w:t>
      </w:r>
      <w:r w:rsidRPr="006C5FB4">
        <w:rPr>
          <w:sz w:val="20"/>
        </w:rPr>
        <w:t>raavide ja kraavitrasside puhastamine puittaimestikust, risust ja setetest;</w:t>
      </w:r>
    </w:p>
    <w:p w14:paraId="06C7EB19" w14:textId="68C66824" w:rsidR="00871F93" w:rsidRDefault="00871F93" w:rsidP="00871F93">
      <w:pPr>
        <w:numPr>
          <w:ilvl w:val="0"/>
          <w:numId w:val="3"/>
        </w:numPr>
        <w:jc w:val="both"/>
        <w:rPr>
          <w:sz w:val="20"/>
        </w:rPr>
      </w:pPr>
      <w:r w:rsidRPr="00AB0613">
        <w:rPr>
          <w:sz w:val="20"/>
        </w:rPr>
        <w:t>eesvoolu ja eesvoolutrassi puhastamine puittaimestikust, risust ja setetest;</w:t>
      </w:r>
    </w:p>
    <w:p w14:paraId="21A66AD0" w14:textId="77777777" w:rsidR="00871F93" w:rsidRPr="006C5FB4" w:rsidRDefault="00871F93" w:rsidP="00871F93">
      <w:pPr>
        <w:numPr>
          <w:ilvl w:val="0"/>
          <w:numId w:val="3"/>
        </w:numPr>
        <w:jc w:val="both"/>
        <w:rPr>
          <w:sz w:val="20"/>
        </w:rPr>
      </w:pPr>
      <w:r w:rsidRPr="006C5FB4">
        <w:rPr>
          <w:sz w:val="20"/>
        </w:rPr>
        <w:t>amortiseerunud truupide</w:t>
      </w:r>
      <w:r>
        <w:rPr>
          <w:sz w:val="20"/>
        </w:rPr>
        <w:t xml:space="preserve"> asendamine uutega, </w:t>
      </w:r>
      <w:r w:rsidRPr="006C5FB4">
        <w:rPr>
          <w:sz w:val="20"/>
        </w:rPr>
        <w:t>uute truupide ehitamine</w:t>
      </w:r>
      <w:r>
        <w:rPr>
          <w:sz w:val="20"/>
        </w:rPr>
        <w:t xml:space="preserve"> ja olemasolevate truupide settest puhastamine</w:t>
      </w:r>
      <w:r w:rsidRPr="006C5FB4">
        <w:rPr>
          <w:sz w:val="20"/>
        </w:rPr>
        <w:t>;</w:t>
      </w:r>
    </w:p>
    <w:p w14:paraId="4CA4CC79" w14:textId="66EC8212" w:rsidR="009420D1" w:rsidRDefault="00335C57" w:rsidP="00871F93">
      <w:pPr>
        <w:numPr>
          <w:ilvl w:val="0"/>
          <w:numId w:val="3"/>
        </w:numPr>
        <w:jc w:val="both"/>
        <w:rPr>
          <w:sz w:val="20"/>
        </w:rPr>
      </w:pPr>
      <w:r>
        <w:rPr>
          <w:sz w:val="20"/>
        </w:rPr>
        <w:t>kuivenduskraavi</w:t>
      </w:r>
      <w:r w:rsidR="008128C5">
        <w:rPr>
          <w:sz w:val="20"/>
        </w:rPr>
        <w:t>de</w:t>
      </w:r>
      <w:r>
        <w:rPr>
          <w:sz w:val="20"/>
        </w:rPr>
        <w:t xml:space="preserve"> asendamine </w:t>
      </w:r>
      <w:r w:rsidR="0061059A">
        <w:rPr>
          <w:sz w:val="20"/>
        </w:rPr>
        <w:t>drenaaži</w:t>
      </w:r>
      <w:r>
        <w:rPr>
          <w:sz w:val="20"/>
        </w:rPr>
        <w:t>ga</w:t>
      </w:r>
      <w:r w:rsidR="00CC0DDE">
        <w:rPr>
          <w:sz w:val="20"/>
        </w:rPr>
        <w:t>;</w:t>
      </w:r>
    </w:p>
    <w:p w14:paraId="0EBC51A4" w14:textId="29F8949C" w:rsidR="00247CCE" w:rsidRDefault="00335C57" w:rsidP="00871F93">
      <w:pPr>
        <w:numPr>
          <w:ilvl w:val="0"/>
          <w:numId w:val="3"/>
        </w:numPr>
        <w:jc w:val="both"/>
        <w:rPr>
          <w:sz w:val="20"/>
        </w:rPr>
      </w:pPr>
      <w:r>
        <w:rPr>
          <w:sz w:val="20"/>
        </w:rPr>
        <w:t>kuivenduskraavi</w:t>
      </w:r>
      <w:r w:rsidR="008128C5">
        <w:rPr>
          <w:sz w:val="20"/>
        </w:rPr>
        <w:t>de</w:t>
      </w:r>
      <w:r>
        <w:rPr>
          <w:sz w:val="20"/>
        </w:rPr>
        <w:t xml:space="preserve"> asendamine täidisdrenaažiga</w:t>
      </w:r>
      <w:r w:rsidR="00247CCE" w:rsidRPr="006D3C32">
        <w:rPr>
          <w:sz w:val="20"/>
        </w:rPr>
        <w:t>.</w:t>
      </w:r>
    </w:p>
    <w:p w14:paraId="4AE8B4CF" w14:textId="6C6C7935" w:rsidR="000C2A87" w:rsidRPr="00EC2301" w:rsidRDefault="00EC2301" w:rsidP="000C2A87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Ehitus</w:t>
      </w:r>
      <w:r w:rsidR="009931D7">
        <w:rPr>
          <w:b/>
          <w:bCs/>
          <w:sz w:val="20"/>
        </w:rPr>
        <w:t>p</w:t>
      </w:r>
      <w:r w:rsidR="000C2A87" w:rsidRPr="00EC2301">
        <w:rPr>
          <w:b/>
          <w:bCs/>
          <w:sz w:val="20"/>
        </w:rPr>
        <w:t>rojekt rakendub</w:t>
      </w:r>
      <w:r w:rsidR="009931D7">
        <w:rPr>
          <w:b/>
          <w:bCs/>
          <w:sz w:val="20"/>
        </w:rPr>
        <w:t xml:space="preserve"> pärast </w:t>
      </w:r>
      <w:r w:rsidR="00BC4BB8">
        <w:rPr>
          <w:b/>
          <w:bCs/>
          <w:sz w:val="20"/>
        </w:rPr>
        <w:t>p</w:t>
      </w:r>
      <w:r w:rsidR="009931D7">
        <w:rPr>
          <w:b/>
          <w:bCs/>
          <w:sz w:val="20"/>
        </w:rPr>
        <w:t xml:space="preserve">äikesepargi alal asuva </w:t>
      </w:r>
      <w:r w:rsidR="009C4342">
        <w:rPr>
          <w:b/>
          <w:bCs/>
          <w:sz w:val="20"/>
        </w:rPr>
        <w:t>maaparanduss</w:t>
      </w:r>
      <w:r w:rsidR="00577C01">
        <w:rPr>
          <w:b/>
          <w:bCs/>
          <w:sz w:val="20"/>
        </w:rPr>
        <w:t>üsteemi</w:t>
      </w:r>
      <w:r w:rsidR="009931D7">
        <w:rPr>
          <w:b/>
          <w:bCs/>
          <w:sz w:val="20"/>
        </w:rPr>
        <w:t xml:space="preserve"> välja arvamist </w:t>
      </w:r>
      <w:r w:rsidR="008E1C5D">
        <w:rPr>
          <w:b/>
          <w:bCs/>
          <w:sz w:val="20"/>
        </w:rPr>
        <w:t>m</w:t>
      </w:r>
      <w:r w:rsidR="00BC4BB8">
        <w:rPr>
          <w:b/>
          <w:bCs/>
          <w:sz w:val="20"/>
        </w:rPr>
        <w:t>aaparandussüsteemide registrist.</w:t>
      </w:r>
      <w:r w:rsidR="000C2A87" w:rsidRPr="00EC2301">
        <w:rPr>
          <w:b/>
          <w:bCs/>
          <w:sz w:val="20"/>
        </w:rPr>
        <w:t xml:space="preserve"> </w:t>
      </w:r>
    </w:p>
    <w:p w14:paraId="0E5FE316" w14:textId="77777777" w:rsidR="00487A28" w:rsidRPr="00EC2301" w:rsidRDefault="00487A28" w:rsidP="00487A28">
      <w:pPr>
        <w:ind w:left="720"/>
        <w:jc w:val="both"/>
        <w:rPr>
          <w:b/>
          <w:bCs/>
          <w:sz w:val="20"/>
        </w:rPr>
      </w:pPr>
    </w:p>
    <w:p w14:paraId="3D275E41" w14:textId="3C27B6A1" w:rsidR="00F7390C" w:rsidRPr="00800EA0" w:rsidRDefault="000E0ECD" w:rsidP="00914284">
      <w:pPr>
        <w:pStyle w:val="Pealkiri1"/>
        <w:jc w:val="both"/>
        <w:rPr>
          <w:sz w:val="20"/>
        </w:rPr>
      </w:pPr>
      <w:r w:rsidRPr="00C554E3">
        <w:rPr>
          <w:sz w:val="20"/>
        </w:rPr>
        <w:t>Tei</w:t>
      </w:r>
      <w:r w:rsidR="00DC0878">
        <w:rPr>
          <w:sz w:val="20"/>
        </w:rPr>
        <w:t>le volitatud</w:t>
      </w:r>
      <w:r w:rsidR="00D70233">
        <w:rPr>
          <w:sz w:val="20"/>
        </w:rPr>
        <w:t xml:space="preserve"> valits</w:t>
      </w:r>
      <w:r w:rsidR="00177A3D">
        <w:rPr>
          <w:sz w:val="20"/>
        </w:rPr>
        <w:t>usala</w:t>
      </w:r>
      <w:r w:rsidR="00DC0878">
        <w:rPr>
          <w:sz w:val="20"/>
        </w:rPr>
        <w:t>l</w:t>
      </w:r>
      <w:r w:rsidR="00177A3D">
        <w:rPr>
          <w:sz w:val="20"/>
        </w:rPr>
        <w:t xml:space="preserve"> asuvatel</w:t>
      </w:r>
      <w:r w:rsidRPr="00C554E3">
        <w:rPr>
          <w:sz w:val="20"/>
        </w:rPr>
        <w:t xml:space="preserve"> katastriüksu</w:t>
      </w:r>
      <w:r w:rsidR="00356441" w:rsidRPr="00C554E3">
        <w:rPr>
          <w:sz w:val="20"/>
        </w:rPr>
        <w:t>s</w:t>
      </w:r>
      <w:r w:rsidR="00B017E5">
        <w:rPr>
          <w:sz w:val="20"/>
        </w:rPr>
        <w:t>t</w:t>
      </w:r>
      <w:r w:rsidR="00004A45" w:rsidRPr="00C554E3">
        <w:rPr>
          <w:sz w:val="20"/>
        </w:rPr>
        <w:t>e</w:t>
      </w:r>
      <w:r w:rsidR="00D00614">
        <w:rPr>
          <w:sz w:val="20"/>
        </w:rPr>
        <w:t>l</w:t>
      </w:r>
      <w:r w:rsidR="0035133E">
        <w:rPr>
          <w:sz w:val="20"/>
        </w:rPr>
        <w:t xml:space="preserve"> </w:t>
      </w:r>
      <w:r w:rsidR="0035133E" w:rsidRPr="0035133E">
        <w:rPr>
          <w:sz w:val="20"/>
        </w:rPr>
        <w:t>Kaserinna</w:t>
      </w:r>
      <w:r w:rsidR="001A38A4">
        <w:rPr>
          <w:sz w:val="20"/>
        </w:rPr>
        <w:t xml:space="preserve"> </w:t>
      </w:r>
      <w:r w:rsidR="001A38A4" w:rsidRPr="001A38A4">
        <w:rPr>
          <w:sz w:val="20"/>
        </w:rPr>
        <w:t>75101:001:0288</w:t>
      </w:r>
      <w:r w:rsidR="001A38A4">
        <w:rPr>
          <w:sz w:val="20"/>
        </w:rPr>
        <w:t xml:space="preserve">, </w:t>
      </w:r>
      <w:r w:rsidR="00AD36BF" w:rsidRPr="00AD36BF">
        <w:rPr>
          <w:sz w:val="20"/>
        </w:rPr>
        <w:t>Sonda metskond 87</w:t>
      </w:r>
      <w:r w:rsidR="00AD36BF">
        <w:rPr>
          <w:sz w:val="20"/>
        </w:rPr>
        <w:t xml:space="preserve"> </w:t>
      </w:r>
      <w:r w:rsidR="00AD36BF" w:rsidRPr="00AD36BF">
        <w:rPr>
          <w:sz w:val="20"/>
        </w:rPr>
        <w:t>75101:001:0092</w:t>
      </w:r>
      <w:r w:rsidR="00AD36BF">
        <w:rPr>
          <w:sz w:val="20"/>
        </w:rPr>
        <w:t xml:space="preserve">, </w:t>
      </w:r>
      <w:r w:rsidR="002E5A0A" w:rsidRPr="002E5A0A">
        <w:rPr>
          <w:sz w:val="20"/>
        </w:rPr>
        <w:t>Sonda metskond 85</w:t>
      </w:r>
      <w:r w:rsidR="002E5A0A">
        <w:rPr>
          <w:sz w:val="20"/>
        </w:rPr>
        <w:t xml:space="preserve"> </w:t>
      </w:r>
      <w:r w:rsidR="002E5A0A" w:rsidRPr="002E5A0A">
        <w:rPr>
          <w:sz w:val="20"/>
        </w:rPr>
        <w:t>75101:001:0086</w:t>
      </w:r>
      <w:r w:rsidR="002E5A0A">
        <w:rPr>
          <w:sz w:val="20"/>
        </w:rPr>
        <w:t xml:space="preserve"> ja </w:t>
      </w:r>
      <w:r w:rsidR="00971AE1" w:rsidRPr="00971AE1">
        <w:rPr>
          <w:sz w:val="20"/>
        </w:rPr>
        <w:t>Sonda metskond 6</w:t>
      </w:r>
      <w:r w:rsidR="00971AE1">
        <w:rPr>
          <w:sz w:val="20"/>
        </w:rPr>
        <w:t xml:space="preserve"> </w:t>
      </w:r>
      <w:r w:rsidR="00F425F7" w:rsidRPr="00F425F7">
        <w:rPr>
          <w:sz w:val="20"/>
        </w:rPr>
        <w:t>75101:003:0297</w:t>
      </w:r>
      <w:r w:rsidR="00063983">
        <w:rPr>
          <w:sz w:val="20"/>
        </w:rPr>
        <w:t xml:space="preserve"> </w:t>
      </w:r>
      <w:r w:rsidR="0054323A">
        <w:rPr>
          <w:sz w:val="20"/>
        </w:rPr>
        <w:t xml:space="preserve">on ette nähtud </w:t>
      </w:r>
      <w:r w:rsidR="00D00614">
        <w:rPr>
          <w:sz w:val="20"/>
        </w:rPr>
        <w:t xml:space="preserve">järgnevad </w:t>
      </w:r>
      <w:r w:rsidR="00075EEA">
        <w:rPr>
          <w:sz w:val="20"/>
        </w:rPr>
        <w:t>tööd:</w:t>
      </w:r>
    </w:p>
    <w:p w14:paraId="1002C636" w14:textId="42DF53FB" w:rsidR="00BF14AA" w:rsidRPr="00642E88" w:rsidRDefault="00E16278" w:rsidP="00177E93">
      <w:pPr>
        <w:pStyle w:val="Pealkiri1"/>
        <w:jc w:val="both"/>
        <w:rPr>
          <w:sz w:val="20"/>
        </w:rPr>
      </w:pPr>
      <w:r>
        <w:rPr>
          <w:sz w:val="20"/>
        </w:rPr>
        <w:t>Eesvoolul nr</w:t>
      </w:r>
      <w:r w:rsidR="00F425F7">
        <w:rPr>
          <w:sz w:val="20"/>
        </w:rPr>
        <w:t xml:space="preserve"> 101, </w:t>
      </w:r>
      <w:r>
        <w:rPr>
          <w:sz w:val="20"/>
        </w:rPr>
        <w:t>301 ja k</w:t>
      </w:r>
      <w:r w:rsidR="007B368D">
        <w:rPr>
          <w:sz w:val="20"/>
        </w:rPr>
        <w:t>raavil</w:t>
      </w:r>
      <w:r w:rsidR="00AB5EC7">
        <w:rPr>
          <w:sz w:val="20"/>
        </w:rPr>
        <w:t xml:space="preserve"> nr </w:t>
      </w:r>
      <w:r w:rsidR="00783BC0">
        <w:rPr>
          <w:sz w:val="20"/>
        </w:rPr>
        <w:t>502</w:t>
      </w:r>
      <w:r w:rsidR="002D0C31">
        <w:rPr>
          <w:sz w:val="20"/>
        </w:rPr>
        <w:t xml:space="preserve"> </w:t>
      </w:r>
      <w:r w:rsidR="00B824D1">
        <w:rPr>
          <w:sz w:val="20"/>
        </w:rPr>
        <w:t>e</w:t>
      </w:r>
      <w:r w:rsidR="00541E0C">
        <w:rPr>
          <w:sz w:val="20"/>
        </w:rPr>
        <w:t xml:space="preserve">emaldatakse </w:t>
      </w:r>
      <w:r w:rsidR="001677C3">
        <w:rPr>
          <w:sz w:val="20"/>
        </w:rPr>
        <w:t>veejuhtmes</w:t>
      </w:r>
      <w:r w:rsidR="00541E0C">
        <w:rPr>
          <w:sz w:val="20"/>
        </w:rPr>
        <w:t xml:space="preserve"> ja </w:t>
      </w:r>
      <w:r w:rsidR="00D36C2D">
        <w:rPr>
          <w:sz w:val="20"/>
        </w:rPr>
        <w:t>kaldal</w:t>
      </w:r>
      <w:r w:rsidR="00541E0C">
        <w:rPr>
          <w:sz w:val="20"/>
        </w:rPr>
        <w:t xml:space="preserve"> olev puittaimestik.</w:t>
      </w:r>
      <w:r w:rsidR="00AC5AD9">
        <w:rPr>
          <w:sz w:val="20"/>
        </w:rPr>
        <w:t xml:space="preserve"> </w:t>
      </w:r>
      <w:r w:rsidR="001E0699">
        <w:rPr>
          <w:sz w:val="20"/>
        </w:rPr>
        <w:t xml:space="preserve"> </w:t>
      </w:r>
      <w:r w:rsidR="00541E0C">
        <w:rPr>
          <w:sz w:val="20"/>
        </w:rPr>
        <w:t xml:space="preserve">Kooskõlastuse joonisel on esitatud vabaks raiutava trassi laius meetrites </w:t>
      </w:r>
      <w:r w:rsidR="002E4AF8">
        <w:rPr>
          <w:sz w:val="20"/>
        </w:rPr>
        <w:t>veejuhtme</w:t>
      </w:r>
      <w:r w:rsidR="00541E0C">
        <w:rPr>
          <w:sz w:val="20"/>
        </w:rPr>
        <w:t xml:space="preserve"> teljest. Kännud juuritakse</w:t>
      </w:r>
      <w:r w:rsidR="00D36C2D">
        <w:rPr>
          <w:sz w:val="20"/>
        </w:rPr>
        <w:t xml:space="preserve"> või freesitakse</w:t>
      </w:r>
      <w:r w:rsidR="00541E0C">
        <w:rPr>
          <w:sz w:val="20"/>
        </w:rPr>
        <w:t xml:space="preserve"> ja </w:t>
      </w:r>
      <w:r w:rsidR="00E41431">
        <w:rPr>
          <w:sz w:val="20"/>
        </w:rPr>
        <w:t>veejuhtme</w:t>
      </w:r>
      <w:r w:rsidR="00541E0C">
        <w:rPr>
          <w:sz w:val="20"/>
        </w:rPr>
        <w:t xml:space="preserve"> säng puhastatakse setetest. Sete tõstetakse </w:t>
      </w:r>
      <w:r w:rsidR="00ED2A44">
        <w:rPr>
          <w:sz w:val="20"/>
        </w:rPr>
        <w:t>voolusuuna noolega näidatud</w:t>
      </w:r>
      <w:r w:rsidR="008554EC">
        <w:rPr>
          <w:sz w:val="20"/>
        </w:rPr>
        <w:t xml:space="preserve"> kaldale</w:t>
      </w:r>
      <w:r w:rsidR="00755A36">
        <w:rPr>
          <w:sz w:val="20"/>
        </w:rPr>
        <w:t xml:space="preserve"> </w:t>
      </w:r>
      <w:r w:rsidR="00541E0C">
        <w:rPr>
          <w:sz w:val="20"/>
        </w:rPr>
        <w:t>ja planeeritakse t</w:t>
      </w:r>
      <w:r w:rsidR="00755A36">
        <w:rPr>
          <w:sz w:val="20"/>
        </w:rPr>
        <w:t>asaseks</w:t>
      </w:r>
      <w:r w:rsidR="00541E0C">
        <w:rPr>
          <w:sz w:val="20"/>
        </w:rPr>
        <w:t xml:space="preserve">. Juuritud kännud </w:t>
      </w:r>
      <w:r w:rsidR="005406ED">
        <w:rPr>
          <w:sz w:val="20"/>
        </w:rPr>
        <w:t>on ette nähtud ära vedada</w:t>
      </w:r>
      <w:r w:rsidR="00554062">
        <w:rPr>
          <w:sz w:val="20"/>
        </w:rPr>
        <w:t>. Eesvoolude suudmesse</w:t>
      </w:r>
      <w:r w:rsidR="00B75D2F">
        <w:rPr>
          <w:sz w:val="20"/>
        </w:rPr>
        <w:t xml:space="preserve"> paigaldatakse ehitusaegsed setteekraanid</w:t>
      </w:r>
      <w:r w:rsidR="00F12240">
        <w:rPr>
          <w:sz w:val="20"/>
        </w:rPr>
        <w:t xml:space="preserve"> </w:t>
      </w:r>
      <w:r w:rsidR="00C36A76">
        <w:rPr>
          <w:bCs/>
          <w:sz w:val="20"/>
        </w:rPr>
        <w:t>(vt väljavõte projektplaanist).</w:t>
      </w:r>
    </w:p>
    <w:p w14:paraId="533CFD67" w14:textId="2AF6F56E" w:rsidR="000E0ECD" w:rsidRDefault="000E0ECD" w:rsidP="00177E93">
      <w:pPr>
        <w:pStyle w:val="Pealkiri1"/>
        <w:jc w:val="both"/>
        <w:rPr>
          <w:sz w:val="20"/>
        </w:rPr>
      </w:pPr>
      <w:r w:rsidRPr="006C5FB4">
        <w:rPr>
          <w:sz w:val="20"/>
        </w:rPr>
        <w:t>Kõik projektiga kavandatavad tööd tehakse</w:t>
      </w:r>
      <w:r w:rsidR="00B76939">
        <w:rPr>
          <w:sz w:val="20"/>
        </w:rPr>
        <w:t xml:space="preserve"> </w:t>
      </w:r>
      <w:proofErr w:type="spellStart"/>
      <w:r w:rsidR="00B76939" w:rsidRPr="007839D5">
        <w:rPr>
          <w:sz w:val="20"/>
        </w:rPr>
        <w:t>Enery</w:t>
      </w:r>
      <w:proofErr w:type="spellEnd"/>
      <w:r w:rsidR="00B76939" w:rsidRPr="007839D5">
        <w:rPr>
          <w:sz w:val="20"/>
        </w:rPr>
        <w:t xml:space="preserve"> Estonia OÜ</w:t>
      </w:r>
      <w:r w:rsidR="00B76939">
        <w:rPr>
          <w:sz w:val="20"/>
        </w:rPr>
        <w:t xml:space="preserve"> </w:t>
      </w:r>
      <w:r w:rsidRPr="006C5FB4">
        <w:rPr>
          <w:sz w:val="20"/>
        </w:rPr>
        <w:t>kulul.</w:t>
      </w:r>
      <w:r w:rsidR="00EA7292">
        <w:rPr>
          <w:sz w:val="20"/>
        </w:rPr>
        <w:t xml:space="preserve"> </w:t>
      </w:r>
    </w:p>
    <w:p w14:paraId="3FD2F54A" w14:textId="43EADE53" w:rsidR="00EA7292" w:rsidRDefault="00B40062" w:rsidP="00EA7292">
      <w:pPr>
        <w:jc w:val="both"/>
        <w:rPr>
          <w:bCs/>
          <w:sz w:val="20"/>
        </w:rPr>
      </w:pPr>
      <w:r>
        <w:rPr>
          <w:bCs/>
          <w:sz w:val="20"/>
        </w:rPr>
        <w:t xml:space="preserve">Teie </w:t>
      </w:r>
      <w:r w:rsidR="004B0A86" w:rsidRPr="006C5FB4">
        <w:rPr>
          <w:bCs/>
          <w:sz w:val="20"/>
        </w:rPr>
        <w:t>maalt likvideeritav puittaimestik kuulub Teile. Enne raietööde algust võtab</w:t>
      </w:r>
      <w:r w:rsidR="008A3857">
        <w:rPr>
          <w:bCs/>
          <w:sz w:val="20"/>
        </w:rPr>
        <w:t xml:space="preserve"> </w:t>
      </w:r>
      <w:proofErr w:type="spellStart"/>
      <w:r w:rsidR="008A3857" w:rsidRPr="007839D5">
        <w:rPr>
          <w:sz w:val="20"/>
        </w:rPr>
        <w:t>Enery</w:t>
      </w:r>
      <w:proofErr w:type="spellEnd"/>
      <w:r w:rsidR="008A3857" w:rsidRPr="007839D5">
        <w:rPr>
          <w:sz w:val="20"/>
        </w:rPr>
        <w:t xml:space="preserve"> Estonia OÜ</w:t>
      </w:r>
      <w:r w:rsidR="008A3857">
        <w:rPr>
          <w:sz w:val="20"/>
        </w:rPr>
        <w:t xml:space="preserve"> esindaja</w:t>
      </w:r>
      <w:r w:rsidR="004B0A86" w:rsidRPr="006C5FB4">
        <w:rPr>
          <w:bCs/>
          <w:sz w:val="20"/>
        </w:rPr>
        <w:t xml:space="preserve"> Teiega ühendust</w:t>
      </w:r>
      <w:r w:rsidR="00D5053B">
        <w:rPr>
          <w:bCs/>
          <w:sz w:val="20"/>
        </w:rPr>
        <w:t xml:space="preserve">, et kokku leppida puittaimestiku </w:t>
      </w:r>
      <w:r w:rsidR="009353CC">
        <w:rPr>
          <w:bCs/>
          <w:sz w:val="20"/>
        </w:rPr>
        <w:t>ladustamine või vedu</w:t>
      </w:r>
      <w:r w:rsidR="0016199D">
        <w:rPr>
          <w:bCs/>
          <w:sz w:val="20"/>
        </w:rPr>
        <w:t>.</w:t>
      </w:r>
    </w:p>
    <w:p w14:paraId="6EE8B3F8" w14:textId="3BF2ABE2" w:rsidR="00161FC5" w:rsidRDefault="00F94202" w:rsidP="002A6349">
      <w:pPr>
        <w:jc w:val="both"/>
        <w:rPr>
          <w:sz w:val="20"/>
        </w:rPr>
      </w:pPr>
      <w:r>
        <w:rPr>
          <w:b/>
          <w:sz w:val="20"/>
        </w:rPr>
        <w:t>P</w:t>
      </w:r>
      <w:r w:rsidR="00871F93" w:rsidRPr="006C5FB4">
        <w:rPr>
          <w:b/>
          <w:sz w:val="20"/>
        </w:rPr>
        <w:t>alume nõusolekut eespool nimetatud projekteerimis- ja ehitustööde läbiviimiseks Teie k</w:t>
      </w:r>
      <w:r w:rsidR="006B0C9D">
        <w:rPr>
          <w:b/>
          <w:sz w:val="20"/>
        </w:rPr>
        <w:t>atastriüksustel</w:t>
      </w:r>
      <w:r w:rsidR="00871F93" w:rsidRPr="006C5FB4">
        <w:rPr>
          <w:b/>
          <w:sz w:val="20"/>
        </w:rPr>
        <w:t>.</w:t>
      </w:r>
      <w:r w:rsidR="00871F93" w:rsidRPr="006C5FB4">
        <w:rPr>
          <w:sz w:val="20"/>
        </w:rPr>
        <w:t xml:space="preserve"> Omapoolsete tingimuste korral palume need fikseerida kooskõlast</w:t>
      </w:r>
      <w:r w:rsidR="00012F86">
        <w:rPr>
          <w:sz w:val="20"/>
        </w:rPr>
        <w:t>u</w:t>
      </w:r>
      <w:r w:rsidR="004E07AE">
        <w:rPr>
          <w:sz w:val="20"/>
        </w:rPr>
        <w:t>s</w:t>
      </w:r>
      <w:r w:rsidR="00871F93" w:rsidRPr="006C5FB4">
        <w:rPr>
          <w:sz w:val="20"/>
        </w:rPr>
        <w:t>lehel</w:t>
      </w:r>
      <w:r w:rsidR="004E07AE">
        <w:rPr>
          <w:sz w:val="20"/>
        </w:rPr>
        <w:t>. P</w:t>
      </w:r>
      <w:r w:rsidR="00D142F1">
        <w:rPr>
          <w:sz w:val="20"/>
        </w:rPr>
        <w:t>al</w:t>
      </w:r>
      <w:r w:rsidR="004E07AE">
        <w:rPr>
          <w:sz w:val="20"/>
        </w:rPr>
        <w:t>ume kooskõlastusleht ka tingimuste puudumisel</w:t>
      </w:r>
      <w:r w:rsidR="00AD7445">
        <w:rPr>
          <w:sz w:val="20"/>
        </w:rPr>
        <w:t xml:space="preserve"> </w:t>
      </w:r>
      <w:r w:rsidR="00871F93" w:rsidRPr="006C5FB4">
        <w:rPr>
          <w:sz w:val="20"/>
        </w:rPr>
        <w:t xml:space="preserve">tagastada (võib ka meili teel digiallkirjaga) </w:t>
      </w:r>
      <w:r w:rsidR="00871F93" w:rsidRPr="005052C3">
        <w:rPr>
          <w:sz w:val="20"/>
        </w:rPr>
        <w:t xml:space="preserve">hiljemalt </w:t>
      </w:r>
      <w:r w:rsidR="003D0A35">
        <w:rPr>
          <w:b/>
          <w:bCs/>
          <w:sz w:val="20"/>
        </w:rPr>
        <w:t>0</w:t>
      </w:r>
      <w:r w:rsidR="007F6DD0">
        <w:rPr>
          <w:b/>
          <w:bCs/>
          <w:sz w:val="20"/>
        </w:rPr>
        <w:t>7</w:t>
      </w:r>
      <w:r w:rsidR="00871F93" w:rsidRPr="00335D69">
        <w:rPr>
          <w:b/>
          <w:bCs/>
          <w:sz w:val="20"/>
        </w:rPr>
        <w:t>.0</w:t>
      </w:r>
      <w:r w:rsidR="003D0A35">
        <w:rPr>
          <w:b/>
          <w:bCs/>
          <w:sz w:val="20"/>
        </w:rPr>
        <w:t>8</w:t>
      </w:r>
      <w:r w:rsidR="00871F93" w:rsidRPr="00335D69">
        <w:rPr>
          <w:b/>
          <w:bCs/>
          <w:sz w:val="20"/>
        </w:rPr>
        <w:t>.202</w:t>
      </w:r>
      <w:r w:rsidR="000F5AFC">
        <w:rPr>
          <w:b/>
          <w:bCs/>
          <w:sz w:val="20"/>
        </w:rPr>
        <w:t>5</w:t>
      </w:r>
      <w:r w:rsidR="00871F93" w:rsidRPr="00D321CE">
        <w:rPr>
          <w:sz w:val="20"/>
        </w:rPr>
        <w:t xml:space="preserve"> Kobras OÜ-le. </w:t>
      </w:r>
      <w:r w:rsidR="00871F93" w:rsidRPr="00D321CE">
        <w:rPr>
          <w:b/>
          <w:sz w:val="20"/>
        </w:rPr>
        <w:t xml:space="preserve">Kooskõlastusele lisage oma telefoninumber </w:t>
      </w:r>
      <w:r w:rsidR="00E51442">
        <w:rPr>
          <w:b/>
          <w:sz w:val="20"/>
        </w:rPr>
        <w:t>ja</w:t>
      </w:r>
      <w:r w:rsidR="00871F93" w:rsidRPr="00D321CE">
        <w:rPr>
          <w:b/>
          <w:sz w:val="20"/>
        </w:rPr>
        <w:t xml:space="preserve"> </w:t>
      </w:r>
      <w:bookmarkStart w:id="0" w:name="_Hlk498698488"/>
      <w:r w:rsidR="00871F93" w:rsidRPr="00D321CE">
        <w:rPr>
          <w:b/>
          <w:sz w:val="20"/>
        </w:rPr>
        <w:t>e-posti</w:t>
      </w:r>
      <w:bookmarkEnd w:id="0"/>
      <w:r w:rsidR="00871F93" w:rsidRPr="00D321CE">
        <w:rPr>
          <w:b/>
          <w:sz w:val="20"/>
        </w:rPr>
        <w:t xml:space="preserve"> aadress, et töövõtjad</w:t>
      </w:r>
      <w:r w:rsidR="00871F93" w:rsidRPr="006C5FB4">
        <w:rPr>
          <w:b/>
          <w:sz w:val="20"/>
        </w:rPr>
        <w:t xml:space="preserve"> saaksid Teiega ühendust võtta enne raie- ja ehitustööde algust. </w:t>
      </w:r>
      <w:r w:rsidR="00871F93" w:rsidRPr="006C5FB4">
        <w:rPr>
          <w:sz w:val="20"/>
        </w:rPr>
        <w:t>Kui Te vajate täiendavat informatsiooni, palun võtke ühendust alltoodud telefonil või e-posti aadressil</w:t>
      </w:r>
      <w:r w:rsidR="000E0ECD" w:rsidRPr="006C5FB4">
        <w:rPr>
          <w:sz w:val="20"/>
        </w:rPr>
        <w:t>.</w:t>
      </w:r>
    </w:p>
    <w:p w14:paraId="3EC584F3" w14:textId="77777777" w:rsidR="00FB7FC7" w:rsidRPr="00EA7292" w:rsidRDefault="00FB7FC7" w:rsidP="002A6349">
      <w:pPr>
        <w:jc w:val="both"/>
        <w:rPr>
          <w:bCs/>
          <w:sz w:val="20"/>
        </w:rPr>
      </w:pPr>
    </w:p>
    <w:p w14:paraId="704D2574" w14:textId="77777777" w:rsidR="00161FC5" w:rsidRPr="006C5FB4" w:rsidRDefault="00161FC5" w:rsidP="002A6349">
      <w:pPr>
        <w:jc w:val="both"/>
        <w:rPr>
          <w:sz w:val="20"/>
        </w:rPr>
      </w:pPr>
      <w:r w:rsidRPr="006C5FB4">
        <w:rPr>
          <w:sz w:val="20"/>
        </w:rPr>
        <w:t xml:space="preserve">Lugupidamisega </w:t>
      </w:r>
    </w:p>
    <w:p w14:paraId="3416E2C5" w14:textId="77777777" w:rsidR="00161FC5" w:rsidRPr="006C5FB4" w:rsidRDefault="00161FC5" w:rsidP="00161FC5">
      <w:pPr>
        <w:jc w:val="both"/>
        <w:rPr>
          <w:sz w:val="20"/>
        </w:rPr>
      </w:pPr>
      <w:r w:rsidRPr="006C5FB4">
        <w:rPr>
          <w:sz w:val="20"/>
        </w:rPr>
        <w:t xml:space="preserve">Oleg Sosnovski </w:t>
      </w:r>
    </w:p>
    <w:p w14:paraId="6D065BCE" w14:textId="7F1391BF" w:rsidR="00161FC5" w:rsidRPr="006C5FB4" w:rsidRDefault="00161FC5" w:rsidP="00161FC5">
      <w:pPr>
        <w:jc w:val="both"/>
        <w:rPr>
          <w:sz w:val="20"/>
        </w:rPr>
      </w:pPr>
      <w:r w:rsidRPr="006C5FB4">
        <w:rPr>
          <w:sz w:val="20"/>
        </w:rPr>
        <w:t xml:space="preserve">Kobras </w:t>
      </w:r>
      <w:r w:rsidR="0095190B">
        <w:rPr>
          <w:sz w:val="20"/>
        </w:rPr>
        <w:t>OÜ</w:t>
      </w:r>
      <w:r w:rsidRPr="006C5FB4">
        <w:rPr>
          <w:sz w:val="20"/>
        </w:rPr>
        <w:t xml:space="preserve"> projekteerija</w:t>
      </w:r>
    </w:p>
    <w:p w14:paraId="27FCEF8A" w14:textId="19A3AADC" w:rsidR="00161FC5" w:rsidRPr="006C5FB4" w:rsidRDefault="00161FC5" w:rsidP="00161FC5">
      <w:pPr>
        <w:jc w:val="both"/>
        <w:rPr>
          <w:sz w:val="20"/>
        </w:rPr>
      </w:pPr>
      <w:r w:rsidRPr="006C5FB4">
        <w:rPr>
          <w:sz w:val="20"/>
        </w:rPr>
        <w:t>Tel 513 2137</w:t>
      </w:r>
    </w:p>
    <w:p w14:paraId="7023736C" w14:textId="4C9D4327" w:rsidR="001A0983" w:rsidRDefault="00161FC5" w:rsidP="002A6349">
      <w:pPr>
        <w:jc w:val="both"/>
        <w:rPr>
          <w:sz w:val="20"/>
        </w:rPr>
      </w:pPr>
      <w:hyperlink r:id="rId11" w:history="1">
        <w:r w:rsidRPr="006C5FB4">
          <w:rPr>
            <w:rStyle w:val="Hperlink"/>
            <w:sz w:val="20"/>
          </w:rPr>
          <w:t>oleg@kobras.ee</w:t>
        </w:r>
      </w:hyperlink>
      <w:r w:rsidRPr="006C5FB4">
        <w:rPr>
          <w:sz w:val="20"/>
        </w:rPr>
        <w:t xml:space="preserve"> </w:t>
      </w:r>
    </w:p>
    <w:p w14:paraId="676D099A" w14:textId="77777777" w:rsidR="00AC3F25" w:rsidRDefault="00AC3F25" w:rsidP="00161FC5">
      <w:pPr>
        <w:rPr>
          <w:sz w:val="20"/>
        </w:rPr>
      </w:pPr>
    </w:p>
    <w:p w14:paraId="09232B8A" w14:textId="29E8EA30" w:rsidR="00161FC5" w:rsidRPr="006C5FB4" w:rsidRDefault="00161FC5" w:rsidP="00161FC5">
      <w:pPr>
        <w:rPr>
          <w:sz w:val="20"/>
        </w:rPr>
      </w:pPr>
      <w:r w:rsidRPr="006C5FB4">
        <w:rPr>
          <w:sz w:val="20"/>
        </w:rPr>
        <w:t xml:space="preserve">Kooskõlastamise tingimused </w:t>
      </w:r>
      <w:r w:rsidR="00003CD9" w:rsidRPr="006C5FB4">
        <w:rPr>
          <w:sz w:val="20"/>
        </w:rPr>
        <w:t>..............................................................................................................................................................................</w:t>
      </w:r>
    </w:p>
    <w:p w14:paraId="254A0C26" w14:textId="77777777" w:rsidR="00161FC5" w:rsidRPr="006C5FB4" w:rsidRDefault="00003CD9" w:rsidP="00161FC5">
      <w:pPr>
        <w:rPr>
          <w:sz w:val="20"/>
        </w:rPr>
      </w:pPr>
      <w:r w:rsidRPr="006C5FB4">
        <w:rPr>
          <w:sz w:val="20"/>
        </w:rPr>
        <w:t>..............................................................................................................................................................................</w:t>
      </w:r>
    </w:p>
    <w:p w14:paraId="24C0DE6E" w14:textId="77777777" w:rsidR="00161FC5" w:rsidRPr="006C5FB4" w:rsidRDefault="00003CD9" w:rsidP="00161FC5">
      <w:pPr>
        <w:rPr>
          <w:sz w:val="20"/>
        </w:rPr>
      </w:pPr>
      <w:r w:rsidRPr="006C5FB4">
        <w:rPr>
          <w:sz w:val="20"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1621E686" w14:textId="210930B8" w:rsidR="00C6576E" w:rsidRPr="006C5FB4" w:rsidRDefault="00161FC5" w:rsidP="00161FC5">
      <w:pPr>
        <w:rPr>
          <w:b/>
          <w:bCs/>
          <w:sz w:val="20"/>
        </w:rPr>
      </w:pPr>
      <w:r w:rsidRPr="006C5FB4">
        <w:rPr>
          <w:b/>
          <w:bCs/>
          <w:sz w:val="20"/>
        </w:rPr>
        <w:t>Omanik</w:t>
      </w:r>
      <w:r w:rsidRPr="006C5FB4">
        <w:rPr>
          <w:bCs/>
          <w:sz w:val="20"/>
        </w:rPr>
        <w:t xml:space="preserve"> ..............................</w:t>
      </w:r>
      <w:r w:rsidR="00C6576E" w:rsidRPr="006C5FB4">
        <w:rPr>
          <w:bCs/>
          <w:sz w:val="20"/>
        </w:rPr>
        <w:t>..................</w:t>
      </w:r>
      <w:r w:rsidR="00003CD9" w:rsidRPr="006C5FB4">
        <w:rPr>
          <w:bCs/>
          <w:sz w:val="20"/>
        </w:rPr>
        <w:t>........</w:t>
      </w:r>
      <w:r w:rsidR="00C6576E" w:rsidRPr="006C5FB4">
        <w:rPr>
          <w:bCs/>
          <w:sz w:val="20"/>
        </w:rPr>
        <w:t>...</w:t>
      </w:r>
      <w:r w:rsidR="00003CD9" w:rsidRPr="006C5FB4">
        <w:rPr>
          <w:bCs/>
          <w:sz w:val="20"/>
        </w:rPr>
        <w:t>....</w:t>
      </w:r>
      <w:r w:rsidR="00C6576E" w:rsidRPr="006C5FB4">
        <w:rPr>
          <w:bCs/>
          <w:sz w:val="20"/>
        </w:rPr>
        <w:t>...</w:t>
      </w:r>
      <w:r w:rsidRPr="006C5FB4">
        <w:rPr>
          <w:bCs/>
          <w:sz w:val="20"/>
        </w:rPr>
        <w:t>..</w:t>
      </w:r>
      <w:r w:rsidRPr="006C5FB4">
        <w:rPr>
          <w:b/>
          <w:bCs/>
          <w:sz w:val="20"/>
        </w:rPr>
        <w:t>’’</w:t>
      </w:r>
      <w:r w:rsidR="00C6576E" w:rsidRPr="006C5FB4">
        <w:rPr>
          <w:bCs/>
          <w:sz w:val="20"/>
        </w:rPr>
        <w:t>……</w:t>
      </w:r>
      <w:r w:rsidR="00003CD9" w:rsidRPr="006C5FB4">
        <w:rPr>
          <w:bCs/>
          <w:sz w:val="20"/>
        </w:rPr>
        <w:t>….</w:t>
      </w:r>
      <w:r w:rsidR="00C6576E" w:rsidRPr="006C5FB4">
        <w:rPr>
          <w:bCs/>
          <w:sz w:val="20"/>
        </w:rPr>
        <w:t>……..</w:t>
      </w:r>
      <w:r w:rsidRPr="006C5FB4">
        <w:rPr>
          <w:bCs/>
          <w:sz w:val="20"/>
        </w:rPr>
        <w:t>....</w:t>
      </w:r>
      <w:r w:rsidRPr="006C5FB4">
        <w:rPr>
          <w:b/>
          <w:bCs/>
          <w:sz w:val="20"/>
        </w:rPr>
        <w:t>’’</w:t>
      </w:r>
      <w:r w:rsidR="00003CD9" w:rsidRPr="006C5FB4">
        <w:rPr>
          <w:bCs/>
          <w:sz w:val="20"/>
        </w:rPr>
        <w:t>……….</w:t>
      </w:r>
      <w:r w:rsidRPr="006C5FB4">
        <w:rPr>
          <w:bCs/>
          <w:sz w:val="20"/>
        </w:rPr>
        <w:t>.</w:t>
      </w:r>
      <w:r w:rsidR="00C6576E" w:rsidRPr="006C5FB4">
        <w:rPr>
          <w:bCs/>
          <w:sz w:val="20"/>
        </w:rPr>
        <w:t>.........</w:t>
      </w:r>
      <w:r w:rsidRPr="006C5FB4">
        <w:rPr>
          <w:bCs/>
          <w:sz w:val="20"/>
        </w:rPr>
        <w:t>........................</w:t>
      </w:r>
      <w:r w:rsidRPr="006C5FB4">
        <w:rPr>
          <w:b/>
          <w:bCs/>
          <w:sz w:val="20"/>
        </w:rPr>
        <w:t>20</w:t>
      </w:r>
      <w:r w:rsidR="00621B14" w:rsidRPr="006C5FB4">
        <w:rPr>
          <w:b/>
          <w:bCs/>
          <w:sz w:val="20"/>
        </w:rPr>
        <w:t>2</w:t>
      </w:r>
      <w:r w:rsidR="00003015">
        <w:rPr>
          <w:b/>
          <w:bCs/>
          <w:sz w:val="20"/>
        </w:rPr>
        <w:t>5</w:t>
      </w:r>
      <w:r w:rsidR="00C6576E" w:rsidRPr="006C5FB4">
        <w:rPr>
          <w:b/>
          <w:bCs/>
          <w:sz w:val="20"/>
        </w:rPr>
        <w:t>.</w:t>
      </w:r>
      <w:r w:rsidRPr="006C5FB4">
        <w:rPr>
          <w:b/>
          <w:bCs/>
          <w:sz w:val="20"/>
        </w:rPr>
        <w:t xml:space="preserve"> a. </w:t>
      </w:r>
    </w:p>
    <w:p w14:paraId="2D955DE0" w14:textId="77777777" w:rsidR="00161FC5" w:rsidRPr="006C5FB4" w:rsidRDefault="00161FC5" w:rsidP="00161FC5">
      <w:pPr>
        <w:rPr>
          <w:b/>
          <w:bCs/>
          <w:sz w:val="20"/>
        </w:rPr>
      </w:pPr>
      <w:r w:rsidRPr="006C5FB4">
        <w:rPr>
          <w:b/>
          <w:bCs/>
          <w:sz w:val="20"/>
        </w:rPr>
        <w:t>Telefon</w:t>
      </w:r>
      <w:r w:rsidR="00C6576E" w:rsidRPr="006C5FB4">
        <w:rPr>
          <w:bCs/>
          <w:sz w:val="20"/>
        </w:rPr>
        <w:t>…………………………………………………………………………</w:t>
      </w:r>
      <w:r w:rsidR="00003CD9" w:rsidRPr="006C5FB4">
        <w:rPr>
          <w:bCs/>
          <w:sz w:val="20"/>
        </w:rPr>
        <w:t>………………….</w:t>
      </w:r>
      <w:r w:rsidR="00C6576E" w:rsidRPr="006C5FB4">
        <w:rPr>
          <w:bCs/>
          <w:sz w:val="20"/>
        </w:rPr>
        <w:t>……………….</w:t>
      </w:r>
    </w:p>
    <w:p w14:paraId="563F20E2" w14:textId="77777777" w:rsidR="00161FC5" w:rsidRPr="006C5FB4" w:rsidRDefault="00161FC5" w:rsidP="00161FC5">
      <w:pPr>
        <w:rPr>
          <w:sz w:val="20"/>
        </w:rPr>
      </w:pPr>
      <w:r w:rsidRPr="006C5FB4">
        <w:rPr>
          <w:b/>
          <w:bCs/>
          <w:sz w:val="20"/>
        </w:rPr>
        <w:t>E-post</w:t>
      </w:r>
      <w:r w:rsidR="00C6576E" w:rsidRPr="006C5FB4">
        <w:rPr>
          <w:bCs/>
          <w:sz w:val="20"/>
        </w:rPr>
        <w:t>…………………………………………………………………………………………...</w:t>
      </w:r>
      <w:r w:rsidR="00003CD9" w:rsidRPr="006C5FB4">
        <w:rPr>
          <w:bCs/>
          <w:sz w:val="20"/>
        </w:rPr>
        <w:t>............................</w:t>
      </w:r>
    </w:p>
    <w:sectPr w:rsidR="00161FC5" w:rsidRPr="006C5FB4" w:rsidSect="00E479B7">
      <w:headerReference w:type="default" r:id="rId12"/>
      <w:footerReference w:type="default" r:id="rId13"/>
      <w:headerReference w:type="first" r:id="rId14"/>
      <w:footerReference w:type="first" r:id="rId15"/>
      <w:pgSz w:w="11907" w:h="16839" w:code="9"/>
      <w:pgMar w:top="59" w:right="1134" w:bottom="56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251A5" w14:textId="77777777" w:rsidR="00407600" w:rsidRDefault="00407600">
      <w:r>
        <w:separator/>
      </w:r>
    </w:p>
  </w:endnote>
  <w:endnote w:type="continuationSeparator" w:id="0">
    <w:p w14:paraId="5CD79038" w14:textId="77777777" w:rsidR="00407600" w:rsidRDefault="00407600">
      <w:r>
        <w:continuationSeparator/>
      </w:r>
    </w:p>
  </w:endnote>
  <w:endnote w:type="continuationNotice" w:id="1">
    <w:p w14:paraId="1638B419" w14:textId="77777777" w:rsidR="00407600" w:rsidRDefault="00407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A150" w14:textId="77777777" w:rsidR="00494DB2" w:rsidRDefault="00494DB2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7B80" w14:textId="77777777" w:rsidR="00494DB2" w:rsidRDefault="00494DB2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E89CC" w14:textId="77777777" w:rsidR="00407600" w:rsidRDefault="00407600">
      <w:r>
        <w:separator/>
      </w:r>
    </w:p>
  </w:footnote>
  <w:footnote w:type="continuationSeparator" w:id="0">
    <w:p w14:paraId="296AC7E3" w14:textId="77777777" w:rsidR="00407600" w:rsidRDefault="00407600">
      <w:r>
        <w:continuationSeparator/>
      </w:r>
    </w:p>
  </w:footnote>
  <w:footnote w:type="continuationNotice" w:id="1">
    <w:p w14:paraId="3E2E5C8D" w14:textId="77777777" w:rsidR="00407600" w:rsidRDefault="004076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70367" w14:textId="77777777" w:rsidR="00494DB2" w:rsidRDefault="00494DB2" w:rsidP="00EF3245">
    <w:pPr>
      <w:ind w:left="680"/>
      <w:jc w:val="both"/>
      <w:rPr>
        <w:u w:val="dotted"/>
      </w:rPr>
    </w:pPr>
  </w:p>
  <w:p w14:paraId="1D8A4210" w14:textId="77777777" w:rsidR="00494DB2" w:rsidRDefault="00494DB2" w:rsidP="00EF3245">
    <w:pPr>
      <w:ind w:left="680"/>
      <w:jc w:val="both"/>
      <w:rPr>
        <w:u w:val="dotted"/>
      </w:rPr>
    </w:pPr>
  </w:p>
  <w:p w14:paraId="5C1529C4" w14:textId="77777777" w:rsidR="00494DB2" w:rsidRDefault="00494DB2" w:rsidP="00EF3245">
    <w:pPr>
      <w:ind w:left="680"/>
      <w:jc w:val="both"/>
      <w:rPr>
        <w:u w:val="dotted"/>
      </w:rPr>
    </w:pPr>
  </w:p>
  <w:p w14:paraId="32F028C2" w14:textId="13F753C9" w:rsidR="00494DB2" w:rsidRDefault="00494DB2" w:rsidP="009A2DDD">
    <w:pPr>
      <w:jc w:val="both"/>
    </w:pPr>
    <w:r>
      <w:t xml:space="preserve">        Kobras </w:t>
    </w:r>
    <w:r w:rsidR="0095190B">
      <w:t>OÜ</w:t>
    </w:r>
    <w:r>
      <w:t xml:space="preserve">                                                                              </w:t>
    </w:r>
    <w:r w:rsidR="00827C88">
      <w:t>T</w:t>
    </w:r>
    <w:r>
      <w:t xml:space="preserve">elefon </w:t>
    </w:r>
    <w:r w:rsidR="00460FE9">
      <w:t xml:space="preserve">5665 </w:t>
    </w:r>
    <w:r w:rsidR="00BD3799">
      <w:t>1909</w:t>
    </w:r>
  </w:p>
  <w:p w14:paraId="42586B2D" w14:textId="77777777" w:rsidR="00494DB2" w:rsidRDefault="00494DB2" w:rsidP="009A2DDD">
    <w:pPr>
      <w:jc w:val="both"/>
    </w:pPr>
    <w:r>
      <w:t xml:space="preserve">        Riia 35                                                       </w:t>
    </w:r>
    <w:r w:rsidR="00827C88">
      <w:t xml:space="preserve">                              </w:t>
    </w:r>
    <w:r w:rsidR="00294ED4">
      <w:t>E-post: kobras@kobras.ee</w:t>
    </w:r>
  </w:p>
  <w:p w14:paraId="551468E0" w14:textId="77777777" w:rsidR="00494DB2" w:rsidRPr="009D1B95" w:rsidRDefault="00494DB2" w:rsidP="009A2DDD">
    <w:pPr>
      <w:jc w:val="both"/>
    </w:pPr>
    <w:r>
      <w:t xml:space="preserve">        50410 Tartu                                               </w:t>
    </w:r>
    <w:r w:rsidR="00827C88">
      <w:t xml:space="preserve">                              </w:t>
    </w:r>
    <w:r w:rsidR="001855BF">
      <w:t xml:space="preserve">   </w:t>
    </w:r>
    <w:r w:rsidR="00827C88">
      <w:t xml:space="preserve"> </w:t>
    </w:r>
    <w:r w:rsidR="001855BF">
      <w:t xml:space="preserve">  </w:t>
    </w:r>
  </w:p>
  <w:p w14:paraId="0B0836D0" w14:textId="77777777" w:rsidR="00494DB2" w:rsidRPr="009D1B95" w:rsidRDefault="00494DB2">
    <w:pPr>
      <w:pStyle w:val="Pis"/>
      <w:rPr>
        <w:u w:val="dotte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3853" w14:textId="77777777" w:rsidR="00494DB2" w:rsidRPr="0067399D" w:rsidRDefault="00494DB2" w:rsidP="0067399D">
    <w:pPr>
      <w:ind w:left="2720" w:firstLine="680"/>
      <w:jc w:val="both"/>
      <w:rPr>
        <w:u w:val="single"/>
      </w:rPr>
    </w:pPr>
    <w:r w:rsidRPr="0067399D">
      <w:rPr>
        <w:u w:val="single"/>
      </w:rPr>
      <w:t>PB Maa ja Vesi AS</w:t>
    </w:r>
  </w:p>
  <w:p w14:paraId="054BC2AA" w14:textId="77777777" w:rsidR="00494DB2" w:rsidRPr="0067399D" w:rsidRDefault="00494DB2">
    <w:pPr>
      <w:jc w:val="both"/>
      <w:rPr>
        <w:u w:val="single"/>
      </w:rPr>
    </w:pPr>
    <w:r w:rsidRPr="0067399D">
      <w:rPr>
        <w:u w:val="single"/>
      </w:rPr>
      <w:t xml:space="preserve"> Tõnu Torim 60524 Saadjärve, Tartumaa</w:t>
    </w:r>
    <w:r w:rsidRPr="0067399D">
      <w:rPr>
        <w:u w:val="single"/>
      </w:rPr>
      <w:tab/>
    </w:r>
    <w:r w:rsidRPr="0067399D">
      <w:rPr>
        <w:u w:val="single"/>
      </w:rPr>
      <w:tab/>
    </w:r>
    <w:hyperlink r:id="rId1" w:history="1">
      <w:r w:rsidRPr="0067399D">
        <w:rPr>
          <w:rStyle w:val="Hperlink"/>
        </w:rPr>
        <w:t>ttorim@hot.ee</w:t>
      </w:r>
    </w:hyperlink>
    <w:r w:rsidRPr="0067399D">
      <w:rPr>
        <w:u w:val="single"/>
      </w:rPr>
      <w:t xml:space="preserve"> telefon 5087176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591164230">
    <w:abstractNumId w:val="0"/>
  </w:num>
  <w:num w:numId="2" w16cid:durableId="567418155">
    <w:abstractNumId w:val="2"/>
  </w:num>
  <w:num w:numId="3" w16cid:durableId="869879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1"/>
  <w:displayHorizontalDrawingGridEvery w:val="0"/>
  <w:displayVerticalDrawingGridEvery w:val="0"/>
  <w:noPunctuationKerning/>
  <w:characterSpacingControl w:val="doNotCompress"/>
  <w:hdrShapeDefaults>
    <o:shapedefaults v:ext="edit" spidmax="2050" strokecolor="red">
      <v:stroke color="red" weight="2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25"/>
    <w:rsid w:val="0000051A"/>
    <w:rsid w:val="00003015"/>
    <w:rsid w:val="0000346F"/>
    <w:rsid w:val="00003CD9"/>
    <w:rsid w:val="00004A45"/>
    <w:rsid w:val="00006C1B"/>
    <w:rsid w:val="00007DAC"/>
    <w:rsid w:val="000102BF"/>
    <w:rsid w:val="0001181C"/>
    <w:rsid w:val="00012F86"/>
    <w:rsid w:val="000151E1"/>
    <w:rsid w:val="000206EE"/>
    <w:rsid w:val="0002142E"/>
    <w:rsid w:val="00023D0B"/>
    <w:rsid w:val="00023E30"/>
    <w:rsid w:val="00025C10"/>
    <w:rsid w:val="00025F25"/>
    <w:rsid w:val="00027BD0"/>
    <w:rsid w:val="00031400"/>
    <w:rsid w:val="000335A9"/>
    <w:rsid w:val="000339C5"/>
    <w:rsid w:val="00034C57"/>
    <w:rsid w:val="00034CC1"/>
    <w:rsid w:val="00035700"/>
    <w:rsid w:val="000359E5"/>
    <w:rsid w:val="00037504"/>
    <w:rsid w:val="00037AA3"/>
    <w:rsid w:val="0004015F"/>
    <w:rsid w:val="0004091F"/>
    <w:rsid w:val="00040AC4"/>
    <w:rsid w:val="00040BAB"/>
    <w:rsid w:val="000439FB"/>
    <w:rsid w:val="00050AB4"/>
    <w:rsid w:val="00050C3D"/>
    <w:rsid w:val="00054709"/>
    <w:rsid w:val="00054A1A"/>
    <w:rsid w:val="00056871"/>
    <w:rsid w:val="0006239D"/>
    <w:rsid w:val="00063983"/>
    <w:rsid w:val="000639EC"/>
    <w:rsid w:val="00063DD7"/>
    <w:rsid w:val="000648E8"/>
    <w:rsid w:val="00065D5B"/>
    <w:rsid w:val="00066C12"/>
    <w:rsid w:val="00067AB0"/>
    <w:rsid w:val="00072255"/>
    <w:rsid w:val="00073817"/>
    <w:rsid w:val="00075B3D"/>
    <w:rsid w:val="00075BA5"/>
    <w:rsid w:val="00075EEA"/>
    <w:rsid w:val="0007639C"/>
    <w:rsid w:val="000768E3"/>
    <w:rsid w:val="00076C6A"/>
    <w:rsid w:val="00076F9C"/>
    <w:rsid w:val="00077EA8"/>
    <w:rsid w:val="00081719"/>
    <w:rsid w:val="00081B29"/>
    <w:rsid w:val="00083914"/>
    <w:rsid w:val="0008436A"/>
    <w:rsid w:val="00084B1B"/>
    <w:rsid w:val="00084F69"/>
    <w:rsid w:val="00085D39"/>
    <w:rsid w:val="00085EC2"/>
    <w:rsid w:val="000862E4"/>
    <w:rsid w:val="000864BB"/>
    <w:rsid w:val="000878DE"/>
    <w:rsid w:val="000906C6"/>
    <w:rsid w:val="00092CC7"/>
    <w:rsid w:val="0009366F"/>
    <w:rsid w:val="00093724"/>
    <w:rsid w:val="000957EA"/>
    <w:rsid w:val="00096C58"/>
    <w:rsid w:val="000A09A6"/>
    <w:rsid w:val="000A2137"/>
    <w:rsid w:val="000A239F"/>
    <w:rsid w:val="000A2989"/>
    <w:rsid w:val="000A2FD1"/>
    <w:rsid w:val="000A3A44"/>
    <w:rsid w:val="000A6C54"/>
    <w:rsid w:val="000A6F8F"/>
    <w:rsid w:val="000A7144"/>
    <w:rsid w:val="000A7C59"/>
    <w:rsid w:val="000A7DD6"/>
    <w:rsid w:val="000B048F"/>
    <w:rsid w:val="000B1C1C"/>
    <w:rsid w:val="000B2A22"/>
    <w:rsid w:val="000B2CA3"/>
    <w:rsid w:val="000B3B45"/>
    <w:rsid w:val="000B70E7"/>
    <w:rsid w:val="000C00D5"/>
    <w:rsid w:val="000C0119"/>
    <w:rsid w:val="000C1FA1"/>
    <w:rsid w:val="000C23B3"/>
    <w:rsid w:val="000C2974"/>
    <w:rsid w:val="000C2A87"/>
    <w:rsid w:val="000C2E9B"/>
    <w:rsid w:val="000C354F"/>
    <w:rsid w:val="000C3BA1"/>
    <w:rsid w:val="000C40AF"/>
    <w:rsid w:val="000C4C94"/>
    <w:rsid w:val="000C7F29"/>
    <w:rsid w:val="000E0ECD"/>
    <w:rsid w:val="000E16F1"/>
    <w:rsid w:val="000E16FD"/>
    <w:rsid w:val="000E2289"/>
    <w:rsid w:val="000E249D"/>
    <w:rsid w:val="000E38D9"/>
    <w:rsid w:val="000E4804"/>
    <w:rsid w:val="000E4B22"/>
    <w:rsid w:val="000F0CAD"/>
    <w:rsid w:val="000F1F6F"/>
    <w:rsid w:val="000F5AFC"/>
    <w:rsid w:val="000F648E"/>
    <w:rsid w:val="000F6C5C"/>
    <w:rsid w:val="000F78A8"/>
    <w:rsid w:val="000F79C9"/>
    <w:rsid w:val="001001B4"/>
    <w:rsid w:val="00100C78"/>
    <w:rsid w:val="001010F3"/>
    <w:rsid w:val="0010148B"/>
    <w:rsid w:val="0010387E"/>
    <w:rsid w:val="00107DA6"/>
    <w:rsid w:val="00110F10"/>
    <w:rsid w:val="00111CD5"/>
    <w:rsid w:val="00113D49"/>
    <w:rsid w:val="00115F86"/>
    <w:rsid w:val="00117955"/>
    <w:rsid w:val="00120F17"/>
    <w:rsid w:val="00123222"/>
    <w:rsid w:val="00127B6B"/>
    <w:rsid w:val="00127D6C"/>
    <w:rsid w:val="001323CF"/>
    <w:rsid w:val="0013593E"/>
    <w:rsid w:val="00136ADD"/>
    <w:rsid w:val="0013751B"/>
    <w:rsid w:val="00137D70"/>
    <w:rsid w:val="00137EB6"/>
    <w:rsid w:val="00141A2A"/>
    <w:rsid w:val="00141A9E"/>
    <w:rsid w:val="00141AAA"/>
    <w:rsid w:val="00142BC8"/>
    <w:rsid w:val="00143954"/>
    <w:rsid w:val="00143A76"/>
    <w:rsid w:val="001454EC"/>
    <w:rsid w:val="00146B24"/>
    <w:rsid w:val="00151C37"/>
    <w:rsid w:val="001540CF"/>
    <w:rsid w:val="0015674C"/>
    <w:rsid w:val="00156C54"/>
    <w:rsid w:val="0016094C"/>
    <w:rsid w:val="00160AB0"/>
    <w:rsid w:val="0016199D"/>
    <w:rsid w:val="00161FC5"/>
    <w:rsid w:val="0016245F"/>
    <w:rsid w:val="001643BB"/>
    <w:rsid w:val="001669D6"/>
    <w:rsid w:val="001677C3"/>
    <w:rsid w:val="00167BD0"/>
    <w:rsid w:val="00171099"/>
    <w:rsid w:val="00171815"/>
    <w:rsid w:val="00171CD3"/>
    <w:rsid w:val="00173C39"/>
    <w:rsid w:val="00177A3D"/>
    <w:rsid w:val="00177E93"/>
    <w:rsid w:val="001802E4"/>
    <w:rsid w:val="00180F80"/>
    <w:rsid w:val="001812CE"/>
    <w:rsid w:val="00182587"/>
    <w:rsid w:val="001855BF"/>
    <w:rsid w:val="00186D5F"/>
    <w:rsid w:val="001908BC"/>
    <w:rsid w:val="0019106C"/>
    <w:rsid w:val="001934AA"/>
    <w:rsid w:val="00194B9C"/>
    <w:rsid w:val="001A0971"/>
    <w:rsid w:val="001A0983"/>
    <w:rsid w:val="001A0BBA"/>
    <w:rsid w:val="001A26D1"/>
    <w:rsid w:val="001A38A4"/>
    <w:rsid w:val="001A4AF2"/>
    <w:rsid w:val="001A581C"/>
    <w:rsid w:val="001A77CB"/>
    <w:rsid w:val="001A7822"/>
    <w:rsid w:val="001B19C4"/>
    <w:rsid w:val="001B1B4E"/>
    <w:rsid w:val="001B1D1D"/>
    <w:rsid w:val="001B2D1F"/>
    <w:rsid w:val="001B3535"/>
    <w:rsid w:val="001B4E43"/>
    <w:rsid w:val="001B5248"/>
    <w:rsid w:val="001C1012"/>
    <w:rsid w:val="001C2E08"/>
    <w:rsid w:val="001C3229"/>
    <w:rsid w:val="001C37E3"/>
    <w:rsid w:val="001C53F6"/>
    <w:rsid w:val="001C5953"/>
    <w:rsid w:val="001C6BFB"/>
    <w:rsid w:val="001D0441"/>
    <w:rsid w:val="001D1327"/>
    <w:rsid w:val="001D1902"/>
    <w:rsid w:val="001D3052"/>
    <w:rsid w:val="001D3D18"/>
    <w:rsid w:val="001E0699"/>
    <w:rsid w:val="001E0DEC"/>
    <w:rsid w:val="001E74FE"/>
    <w:rsid w:val="001E7B02"/>
    <w:rsid w:val="001F1DA6"/>
    <w:rsid w:val="001F3C68"/>
    <w:rsid w:val="001F5506"/>
    <w:rsid w:val="00200807"/>
    <w:rsid w:val="00201948"/>
    <w:rsid w:val="0020752F"/>
    <w:rsid w:val="002077A6"/>
    <w:rsid w:val="00210544"/>
    <w:rsid w:val="00211699"/>
    <w:rsid w:val="00211BCA"/>
    <w:rsid w:val="00212930"/>
    <w:rsid w:val="00212EDD"/>
    <w:rsid w:val="00212F2F"/>
    <w:rsid w:val="00214E18"/>
    <w:rsid w:val="00214E90"/>
    <w:rsid w:val="00215C2C"/>
    <w:rsid w:val="00216130"/>
    <w:rsid w:val="00217BB5"/>
    <w:rsid w:val="00217FB8"/>
    <w:rsid w:val="00222C6C"/>
    <w:rsid w:val="00226DB0"/>
    <w:rsid w:val="0023196C"/>
    <w:rsid w:val="0023303C"/>
    <w:rsid w:val="002341E1"/>
    <w:rsid w:val="002342CD"/>
    <w:rsid w:val="0023497C"/>
    <w:rsid w:val="00240191"/>
    <w:rsid w:val="0024197E"/>
    <w:rsid w:val="00241E12"/>
    <w:rsid w:val="00243904"/>
    <w:rsid w:val="00245893"/>
    <w:rsid w:val="00247A7E"/>
    <w:rsid w:val="00247CCE"/>
    <w:rsid w:val="0025158D"/>
    <w:rsid w:val="00253012"/>
    <w:rsid w:val="00257D96"/>
    <w:rsid w:val="0026225E"/>
    <w:rsid w:val="00264452"/>
    <w:rsid w:val="00265AA4"/>
    <w:rsid w:val="00266717"/>
    <w:rsid w:val="00266F0D"/>
    <w:rsid w:val="00267E64"/>
    <w:rsid w:val="002703BF"/>
    <w:rsid w:val="002708DE"/>
    <w:rsid w:val="00271939"/>
    <w:rsid w:val="002725DE"/>
    <w:rsid w:val="00273610"/>
    <w:rsid w:val="00275185"/>
    <w:rsid w:val="0027539F"/>
    <w:rsid w:val="0027643E"/>
    <w:rsid w:val="00284409"/>
    <w:rsid w:val="0028590A"/>
    <w:rsid w:val="00291075"/>
    <w:rsid w:val="00291401"/>
    <w:rsid w:val="00291FA9"/>
    <w:rsid w:val="00292FE5"/>
    <w:rsid w:val="00294ED4"/>
    <w:rsid w:val="00294F14"/>
    <w:rsid w:val="00296C53"/>
    <w:rsid w:val="002A6349"/>
    <w:rsid w:val="002A6530"/>
    <w:rsid w:val="002A7C80"/>
    <w:rsid w:val="002B07F0"/>
    <w:rsid w:val="002B3F91"/>
    <w:rsid w:val="002B5337"/>
    <w:rsid w:val="002B79DE"/>
    <w:rsid w:val="002B7A0D"/>
    <w:rsid w:val="002C0530"/>
    <w:rsid w:val="002C1073"/>
    <w:rsid w:val="002C1A8C"/>
    <w:rsid w:val="002C248A"/>
    <w:rsid w:val="002C56C0"/>
    <w:rsid w:val="002D0C31"/>
    <w:rsid w:val="002D16FF"/>
    <w:rsid w:val="002D2997"/>
    <w:rsid w:val="002D38BF"/>
    <w:rsid w:val="002D4169"/>
    <w:rsid w:val="002D49F9"/>
    <w:rsid w:val="002D6908"/>
    <w:rsid w:val="002D70F7"/>
    <w:rsid w:val="002E0EC9"/>
    <w:rsid w:val="002E1782"/>
    <w:rsid w:val="002E2AAE"/>
    <w:rsid w:val="002E32BA"/>
    <w:rsid w:val="002E38E4"/>
    <w:rsid w:val="002E4AF8"/>
    <w:rsid w:val="002E518A"/>
    <w:rsid w:val="002E5A0A"/>
    <w:rsid w:val="002F0931"/>
    <w:rsid w:val="002F0CAA"/>
    <w:rsid w:val="002F15C4"/>
    <w:rsid w:val="002F32F8"/>
    <w:rsid w:val="002F4727"/>
    <w:rsid w:val="002F5687"/>
    <w:rsid w:val="002F6A4E"/>
    <w:rsid w:val="00300668"/>
    <w:rsid w:val="00300F46"/>
    <w:rsid w:val="003010A2"/>
    <w:rsid w:val="003038FA"/>
    <w:rsid w:val="003043BA"/>
    <w:rsid w:val="003047AA"/>
    <w:rsid w:val="00305614"/>
    <w:rsid w:val="00306233"/>
    <w:rsid w:val="00306554"/>
    <w:rsid w:val="00306DD1"/>
    <w:rsid w:val="0031016E"/>
    <w:rsid w:val="00310556"/>
    <w:rsid w:val="00312426"/>
    <w:rsid w:val="0031359F"/>
    <w:rsid w:val="00314991"/>
    <w:rsid w:val="00314BFB"/>
    <w:rsid w:val="003158FE"/>
    <w:rsid w:val="00316593"/>
    <w:rsid w:val="0032379D"/>
    <w:rsid w:val="003260B8"/>
    <w:rsid w:val="00327A4A"/>
    <w:rsid w:val="00330452"/>
    <w:rsid w:val="003315A2"/>
    <w:rsid w:val="00331CBD"/>
    <w:rsid w:val="00332E16"/>
    <w:rsid w:val="00333945"/>
    <w:rsid w:val="00333ECC"/>
    <w:rsid w:val="00335C57"/>
    <w:rsid w:val="003377FD"/>
    <w:rsid w:val="00344DE4"/>
    <w:rsid w:val="00346140"/>
    <w:rsid w:val="0034661D"/>
    <w:rsid w:val="003470FB"/>
    <w:rsid w:val="0035133E"/>
    <w:rsid w:val="0035208B"/>
    <w:rsid w:val="0035390E"/>
    <w:rsid w:val="00355D35"/>
    <w:rsid w:val="00356441"/>
    <w:rsid w:val="00356615"/>
    <w:rsid w:val="003600F2"/>
    <w:rsid w:val="0036145C"/>
    <w:rsid w:val="00363A9C"/>
    <w:rsid w:val="00364200"/>
    <w:rsid w:val="00365804"/>
    <w:rsid w:val="00366520"/>
    <w:rsid w:val="00366CE3"/>
    <w:rsid w:val="003711CD"/>
    <w:rsid w:val="00374B1C"/>
    <w:rsid w:val="00376015"/>
    <w:rsid w:val="00376446"/>
    <w:rsid w:val="00380D0E"/>
    <w:rsid w:val="003813CF"/>
    <w:rsid w:val="00381ABE"/>
    <w:rsid w:val="00385961"/>
    <w:rsid w:val="00386716"/>
    <w:rsid w:val="00387B92"/>
    <w:rsid w:val="003903CE"/>
    <w:rsid w:val="0039218E"/>
    <w:rsid w:val="00392801"/>
    <w:rsid w:val="0039346B"/>
    <w:rsid w:val="00394959"/>
    <w:rsid w:val="003974B4"/>
    <w:rsid w:val="003A1F50"/>
    <w:rsid w:val="003A4597"/>
    <w:rsid w:val="003B0263"/>
    <w:rsid w:val="003B1164"/>
    <w:rsid w:val="003B12AF"/>
    <w:rsid w:val="003B21CF"/>
    <w:rsid w:val="003B6C06"/>
    <w:rsid w:val="003B6D9F"/>
    <w:rsid w:val="003C29D1"/>
    <w:rsid w:val="003C2D05"/>
    <w:rsid w:val="003C3516"/>
    <w:rsid w:val="003C381B"/>
    <w:rsid w:val="003C4018"/>
    <w:rsid w:val="003C410A"/>
    <w:rsid w:val="003C60B2"/>
    <w:rsid w:val="003C7467"/>
    <w:rsid w:val="003C78BE"/>
    <w:rsid w:val="003D0A35"/>
    <w:rsid w:val="003D1A1C"/>
    <w:rsid w:val="003D1E6A"/>
    <w:rsid w:val="003D2999"/>
    <w:rsid w:val="003D340A"/>
    <w:rsid w:val="003E2546"/>
    <w:rsid w:val="003E483A"/>
    <w:rsid w:val="003E71E2"/>
    <w:rsid w:val="003F182D"/>
    <w:rsid w:val="003F2062"/>
    <w:rsid w:val="003F3C0D"/>
    <w:rsid w:val="003F3CC2"/>
    <w:rsid w:val="003F58F5"/>
    <w:rsid w:val="003F6D2E"/>
    <w:rsid w:val="003F75F1"/>
    <w:rsid w:val="0040025E"/>
    <w:rsid w:val="0040171C"/>
    <w:rsid w:val="0040354D"/>
    <w:rsid w:val="00406A65"/>
    <w:rsid w:val="00407600"/>
    <w:rsid w:val="004138B4"/>
    <w:rsid w:val="004145D1"/>
    <w:rsid w:val="00414764"/>
    <w:rsid w:val="004154CF"/>
    <w:rsid w:val="00416272"/>
    <w:rsid w:val="00417F00"/>
    <w:rsid w:val="0042039B"/>
    <w:rsid w:val="004203C0"/>
    <w:rsid w:val="00420B6D"/>
    <w:rsid w:val="00422DA1"/>
    <w:rsid w:val="004256FA"/>
    <w:rsid w:val="0042613D"/>
    <w:rsid w:val="00427262"/>
    <w:rsid w:val="00431871"/>
    <w:rsid w:val="00434F3E"/>
    <w:rsid w:val="00435785"/>
    <w:rsid w:val="0043730E"/>
    <w:rsid w:val="00437B7F"/>
    <w:rsid w:val="00442143"/>
    <w:rsid w:val="00442D67"/>
    <w:rsid w:val="00443254"/>
    <w:rsid w:val="00443DE5"/>
    <w:rsid w:val="00444278"/>
    <w:rsid w:val="00444D8B"/>
    <w:rsid w:val="00444DC8"/>
    <w:rsid w:val="00446A82"/>
    <w:rsid w:val="00450CEB"/>
    <w:rsid w:val="00452F81"/>
    <w:rsid w:val="004549F4"/>
    <w:rsid w:val="00454E8C"/>
    <w:rsid w:val="00456887"/>
    <w:rsid w:val="00460542"/>
    <w:rsid w:val="00460602"/>
    <w:rsid w:val="00460FE9"/>
    <w:rsid w:val="0046101C"/>
    <w:rsid w:val="004612C6"/>
    <w:rsid w:val="00462544"/>
    <w:rsid w:val="004629F8"/>
    <w:rsid w:val="00465F90"/>
    <w:rsid w:val="00472B0F"/>
    <w:rsid w:val="00473CF8"/>
    <w:rsid w:val="00474723"/>
    <w:rsid w:val="00474DA3"/>
    <w:rsid w:val="00480151"/>
    <w:rsid w:val="00481B0E"/>
    <w:rsid w:val="00482D7A"/>
    <w:rsid w:val="0048325B"/>
    <w:rsid w:val="00483302"/>
    <w:rsid w:val="004839A3"/>
    <w:rsid w:val="00487A28"/>
    <w:rsid w:val="00487D7E"/>
    <w:rsid w:val="004915CA"/>
    <w:rsid w:val="00492661"/>
    <w:rsid w:val="00493606"/>
    <w:rsid w:val="004939CB"/>
    <w:rsid w:val="00494881"/>
    <w:rsid w:val="0049498A"/>
    <w:rsid w:val="00494A18"/>
    <w:rsid w:val="00494A7D"/>
    <w:rsid w:val="00494DB2"/>
    <w:rsid w:val="004978DF"/>
    <w:rsid w:val="004A4CD8"/>
    <w:rsid w:val="004A7D3E"/>
    <w:rsid w:val="004B0A86"/>
    <w:rsid w:val="004B0B5A"/>
    <w:rsid w:val="004B1796"/>
    <w:rsid w:val="004B493F"/>
    <w:rsid w:val="004B4FA3"/>
    <w:rsid w:val="004B6325"/>
    <w:rsid w:val="004C0F85"/>
    <w:rsid w:val="004C0F9B"/>
    <w:rsid w:val="004C1327"/>
    <w:rsid w:val="004C160E"/>
    <w:rsid w:val="004C1870"/>
    <w:rsid w:val="004C1B1E"/>
    <w:rsid w:val="004C1C88"/>
    <w:rsid w:val="004C4DD2"/>
    <w:rsid w:val="004C5706"/>
    <w:rsid w:val="004C57BC"/>
    <w:rsid w:val="004D072D"/>
    <w:rsid w:val="004D12B5"/>
    <w:rsid w:val="004D2BAD"/>
    <w:rsid w:val="004D4D26"/>
    <w:rsid w:val="004D5717"/>
    <w:rsid w:val="004E07AE"/>
    <w:rsid w:val="004E17B5"/>
    <w:rsid w:val="004E1BBE"/>
    <w:rsid w:val="004E1C46"/>
    <w:rsid w:val="004E6810"/>
    <w:rsid w:val="004E7A49"/>
    <w:rsid w:val="004E7D6D"/>
    <w:rsid w:val="004F0517"/>
    <w:rsid w:val="004F235F"/>
    <w:rsid w:val="004F4977"/>
    <w:rsid w:val="004F5790"/>
    <w:rsid w:val="004F66F9"/>
    <w:rsid w:val="0050013F"/>
    <w:rsid w:val="00500E19"/>
    <w:rsid w:val="005038DE"/>
    <w:rsid w:val="0050414C"/>
    <w:rsid w:val="005052C3"/>
    <w:rsid w:val="0050565A"/>
    <w:rsid w:val="00506E62"/>
    <w:rsid w:val="005106EE"/>
    <w:rsid w:val="005111C6"/>
    <w:rsid w:val="005122BC"/>
    <w:rsid w:val="00513575"/>
    <w:rsid w:val="00514198"/>
    <w:rsid w:val="00514400"/>
    <w:rsid w:val="005145DD"/>
    <w:rsid w:val="00515BA0"/>
    <w:rsid w:val="00516AC8"/>
    <w:rsid w:val="0052119A"/>
    <w:rsid w:val="00521FEA"/>
    <w:rsid w:val="005241BA"/>
    <w:rsid w:val="00526544"/>
    <w:rsid w:val="005265AC"/>
    <w:rsid w:val="00526AA5"/>
    <w:rsid w:val="00526D54"/>
    <w:rsid w:val="0052736C"/>
    <w:rsid w:val="00530C2A"/>
    <w:rsid w:val="00531C41"/>
    <w:rsid w:val="00532A59"/>
    <w:rsid w:val="0053654E"/>
    <w:rsid w:val="005373EC"/>
    <w:rsid w:val="005406ED"/>
    <w:rsid w:val="0054182B"/>
    <w:rsid w:val="00541E0C"/>
    <w:rsid w:val="005431E9"/>
    <w:rsid w:val="0054323A"/>
    <w:rsid w:val="00545570"/>
    <w:rsid w:val="0054762E"/>
    <w:rsid w:val="00547F6A"/>
    <w:rsid w:val="0055107E"/>
    <w:rsid w:val="00551998"/>
    <w:rsid w:val="00551DA2"/>
    <w:rsid w:val="00552E72"/>
    <w:rsid w:val="0055345C"/>
    <w:rsid w:val="00554062"/>
    <w:rsid w:val="0055431A"/>
    <w:rsid w:val="0055596F"/>
    <w:rsid w:val="005614FE"/>
    <w:rsid w:val="00561B45"/>
    <w:rsid w:val="00562158"/>
    <w:rsid w:val="00564ED0"/>
    <w:rsid w:val="005658F6"/>
    <w:rsid w:val="00567535"/>
    <w:rsid w:val="00571551"/>
    <w:rsid w:val="005725BB"/>
    <w:rsid w:val="00573462"/>
    <w:rsid w:val="00575272"/>
    <w:rsid w:val="005752D6"/>
    <w:rsid w:val="00577C01"/>
    <w:rsid w:val="00580409"/>
    <w:rsid w:val="0058069B"/>
    <w:rsid w:val="00580906"/>
    <w:rsid w:val="00582B00"/>
    <w:rsid w:val="005846B8"/>
    <w:rsid w:val="00584B60"/>
    <w:rsid w:val="005861A0"/>
    <w:rsid w:val="005867A7"/>
    <w:rsid w:val="00590822"/>
    <w:rsid w:val="005912B6"/>
    <w:rsid w:val="00596D9E"/>
    <w:rsid w:val="005A0CBF"/>
    <w:rsid w:val="005A10B8"/>
    <w:rsid w:val="005A1A55"/>
    <w:rsid w:val="005A24DC"/>
    <w:rsid w:val="005A3B12"/>
    <w:rsid w:val="005A4E12"/>
    <w:rsid w:val="005A56AC"/>
    <w:rsid w:val="005A6A18"/>
    <w:rsid w:val="005A6F49"/>
    <w:rsid w:val="005B3F02"/>
    <w:rsid w:val="005C0AC8"/>
    <w:rsid w:val="005C0C6F"/>
    <w:rsid w:val="005C476C"/>
    <w:rsid w:val="005C4DD6"/>
    <w:rsid w:val="005C652E"/>
    <w:rsid w:val="005D2A25"/>
    <w:rsid w:val="005D52A0"/>
    <w:rsid w:val="005D6347"/>
    <w:rsid w:val="005D70F3"/>
    <w:rsid w:val="005D75F8"/>
    <w:rsid w:val="005D77CC"/>
    <w:rsid w:val="005E1FBD"/>
    <w:rsid w:val="005E36A3"/>
    <w:rsid w:val="005E7ADF"/>
    <w:rsid w:val="005E7B71"/>
    <w:rsid w:val="005F33DA"/>
    <w:rsid w:val="005F5EAA"/>
    <w:rsid w:val="005F6EFD"/>
    <w:rsid w:val="00601326"/>
    <w:rsid w:val="00601969"/>
    <w:rsid w:val="00603186"/>
    <w:rsid w:val="006044FA"/>
    <w:rsid w:val="00604C63"/>
    <w:rsid w:val="0060790C"/>
    <w:rsid w:val="0061059A"/>
    <w:rsid w:val="006109CD"/>
    <w:rsid w:val="00612C30"/>
    <w:rsid w:val="00615177"/>
    <w:rsid w:val="00615BD2"/>
    <w:rsid w:val="00616A4A"/>
    <w:rsid w:val="00616ACC"/>
    <w:rsid w:val="00617828"/>
    <w:rsid w:val="00617C6D"/>
    <w:rsid w:val="00621B14"/>
    <w:rsid w:val="00621B22"/>
    <w:rsid w:val="00622A7A"/>
    <w:rsid w:val="00622ECE"/>
    <w:rsid w:val="006234B9"/>
    <w:rsid w:val="00624041"/>
    <w:rsid w:val="0062541C"/>
    <w:rsid w:val="006276FE"/>
    <w:rsid w:val="0062780A"/>
    <w:rsid w:val="0063255B"/>
    <w:rsid w:val="00632E51"/>
    <w:rsid w:val="00632F05"/>
    <w:rsid w:val="00636464"/>
    <w:rsid w:val="00636515"/>
    <w:rsid w:val="00637839"/>
    <w:rsid w:val="00641230"/>
    <w:rsid w:val="00642AAF"/>
    <w:rsid w:val="00642E88"/>
    <w:rsid w:val="00643CC2"/>
    <w:rsid w:val="00643EAD"/>
    <w:rsid w:val="006447FF"/>
    <w:rsid w:val="00646144"/>
    <w:rsid w:val="00647B4C"/>
    <w:rsid w:val="00651F29"/>
    <w:rsid w:val="00652CAA"/>
    <w:rsid w:val="00654303"/>
    <w:rsid w:val="00656807"/>
    <w:rsid w:val="006574EF"/>
    <w:rsid w:val="0065755D"/>
    <w:rsid w:val="00660336"/>
    <w:rsid w:val="006607D0"/>
    <w:rsid w:val="006608BC"/>
    <w:rsid w:val="006616A1"/>
    <w:rsid w:val="00661B5C"/>
    <w:rsid w:val="00661CFD"/>
    <w:rsid w:val="006626D4"/>
    <w:rsid w:val="00671845"/>
    <w:rsid w:val="00671FC7"/>
    <w:rsid w:val="0067399D"/>
    <w:rsid w:val="00673B86"/>
    <w:rsid w:val="006756A1"/>
    <w:rsid w:val="006759DF"/>
    <w:rsid w:val="00681430"/>
    <w:rsid w:val="00682397"/>
    <w:rsid w:val="00682518"/>
    <w:rsid w:val="00682E2E"/>
    <w:rsid w:val="00683FD3"/>
    <w:rsid w:val="00684171"/>
    <w:rsid w:val="00684F13"/>
    <w:rsid w:val="00686DC5"/>
    <w:rsid w:val="00687F2F"/>
    <w:rsid w:val="006908CE"/>
    <w:rsid w:val="006910E9"/>
    <w:rsid w:val="00691614"/>
    <w:rsid w:val="0069187A"/>
    <w:rsid w:val="00692EE8"/>
    <w:rsid w:val="006942B8"/>
    <w:rsid w:val="0069443C"/>
    <w:rsid w:val="006960C3"/>
    <w:rsid w:val="00696678"/>
    <w:rsid w:val="006A0539"/>
    <w:rsid w:val="006A2CC2"/>
    <w:rsid w:val="006A2FEA"/>
    <w:rsid w:val="006A4598"/>
    <w:rsid w:val="006A4F51"/>
    <w:rsid w:val="006A5971"/>
    <w:rsid w:val="006A6EC4"/>
    <w:rsid w:val="006A7464"/>
    <w:rsid w:val="006A74ED"/>
    <w:rsid w:val="006A7D3C"/>
    <w:rsid w:val="006B0C9D"/>
    <w:rsid w:val="006B3E8E"/>
    <w:rsid w:val="006B6F6A"/>
    <w:rsid w:val="006B7299"/>
    <w:rsid w:val="006C09F4"/>
    <w:rsid w:val="006C128C"/>
    <w:rsid w:val="006C1DD0"/>
    <w:rsid w:val="006C3639"/>
    <w:rsid w:val="006C5D66"/>
    <w:rsid w:val="006C5FB4"/>
    <w:rsid w:val="006C6537"/>
    <w:rsid w:val="006D1702"/>
    <w:rsid w:val="006D1883"/>
    <w:rsid w:val="006D3C32"/>
    <w:rsid w:val="006D4BD8"/>
    <w:rsid w:val="006D6594"/>
    <w:rsid w:val="006D6A71"/>
    <w:rsid w:val="006E0AA5"/>
    <w:rsid w:val="006E1898"/>
    <w:rsid w:val="006E1B09"/>
    <w:rsid w:val="006E1F7F"/>
    <w:rsid w:val="006E2AF1"/>
    <w:rsid w:val="006E489E"/>
    <w:rsid w:val="006E7F29"/>
    <w:rsid w:val="006F2F1B"/>
    <w:rsid w:val="006F36DC"/>
    <w:rsid w:val="006F4F21"/>
    <w:rsid w:val="006F5541"/>
    <w:rsid w:val="006F6BDC"/>
    <w:rsid w:val="00700F34"/>
    <w:rsid w:val="007011A9"/>
    <w:rsid w:val="00701AA4"/>
    <w:rsid w:val="00702129"/>
    <w:rsid w:val="00703B47"/>
    <w:rsid w:val="007062E4"/>
    <w:rsid w:val="0070743E"/>
    <w:rsid w:val="00707CEE"/>
    <w:rsid w:val="00711107"/>
    <w:rsid w:val="00714BFA"/>
    <w:rsid w:val="00715BA1"/>
    <w:rsid w:val="007174C4"/>
    <w:rsid w:val="00717961"/>
    <w:rsid w:val="007202D9"/>
    <w:rsid w:val="00722B14"/>
    <w:rsid w:val="00722D3E"/>
    <w:rsid w:val="00722F0B"/>
    <w:rsid w:val="0072334F"/>
    <w:rsid w:val="00725F94"/>
    <w:rsid w:val="00726BC3"/>
    <w:rsid w:val="00734B55"/>
    <w:rsid w:val="00735441"/>
    <w:rsid w:val="00736369"/>
    <w:rsid w:val="0073762A"/>
    <w:rsid w:val="00740137"/>
    <w:rsid w:val="007404FC"/>
    <w:rsid w:val="00741329"/>
    <w:rsid w:val="007423AF"/>
    <w:rsid w:val="00743BFE"/>
    <w:rsid w:val="0074526E"/>
    <w:rsid w:val="00745618"/>
    <w:rsid w:val="00746066"/>
    <w:rsid w:val="007473EB"/>
    <w:rsid w:val="0075014B"/>
    <w:rsid w:val="0075076E"/>
    <w:rsid w:val="007510E3"/>
    <w:rsid w:val="00753BC4"/>
    <w:rsid w:val="00754A1C"/>
    <w:rsid w:val="00755A36"/>
    <w:rsid w:val="00755FD9"/>
    <w:rsid w:val="00760D7E"/>
    <w:rsid w:val="007612F2"/>
    <w:rsid w:val="00763046"/>
    <w:rsid w:val="00763D41"/>
    <w:rsid w:val="00763E73"/>
    <w:rsid w:val="007645E0"/>
    <w:rsid w:val="007657E3"/>
    <w:rsid w:val="00770078"/>
    <w:rsid w:val="0077021D"/>
    <w:rsid w:val="0077064E"/>
    <w:rsid w:val="00770735"/>
    <w:rsid w:val="00770EAB"/>
    <w:rsid w:val="00771CF8"/>
    <w:rsid w:val="007721D6"/>
    <w:rsid w:val="007723A5"/>
    <w:rsid w:val="007726D9"/>
    <w:rsid w:val="00772AF9"/>
    <w:rsid w:val="007743CF"/>
    <w:rsid w:val="00776445"/>
    <w:rsid w:val="007803D0"/>
    <w:rsid w:val="00781131"/>
    <w:rsid w:val="007811AE"/>
    <w:rsid w:val="0078136E"/>
    <w:rsid w:val="00782053"/>
    <w:rsid w:val="0078248B"/>
    <w:rsid w:val="007825D9"/>
    <w:rsid w:val="007839D5"/>
    <w:rsid w:val="00783BC0"/>
    <w:rsid w:val="00784372"/>
    <w:rsid w:val="007876AA"/>
    <w:rsid w:val="007913E9"/>
    <w:rsid w:val="007921BD"/>
    <w:rsid w:val="00792397"/>
    <w:rsid w:val="00794E1F"/>
    <w:rsid w:val="007A0C86"/>
    <w:rsid w:val="007A1430"/>
    <w:rsid w:val="007A1567"/>
    <w:rsid w:val="007A31D3"/>
    <w:rsid w:val="007A44B3"/>
    <w:rsid w:val="007A64AE"/>
    <w:rsid w:val="007A64DC"/>
    <w:rsid w:val="007A6CA7"/>
    <w:rsid w:val="007B0083"/>
    <w:rsid w:val="007B27AC"/>
    <w:rsid w:val="007B2817"/>
    <w:rsid w:val="007B368D"/>
    <w:rsid w:val="007B380F"/>
    <w:rsid w:val="007B4018"/>
    <w:rsid w:val="007B47A0"/>
    <w:rsid w:val="007B52F3"/>
    <w:rsid w:val="007B5358"/>
    <w:rsid w:val="007B666B"/>
    <w:rsid w:val="007B6CAC"/>
    <w:rsid w:val="007B732E"/>
    <w:rsid w:val="007B79CB"/>
    <w:rsid w:val="007C3D9C"/>
    <w:rsid w:val="007C4DCE"/>
    <w:rsid w:val="007C5803"/>
    <w:rsid w:val="007C580E"/>
    <w:rsid w:val="007C5A87"/>
    <w:rsid w:val="007C746D"/>
    <w:rsid w:val="007D04BE"/>
    <w:rsid w:val="007D2535"/>
    <w:rsid w:val="007D380E"/>
    <w:rsid w:val="007D4230"/>
    <w:rsid w:val="007D633F"/>
    <w:rsid w:val="007D79A2"/>
    <w:rsid w:val="007E1AFF"/>
    <w:rsid w:val="007E1C6F"/>
    <w:rsid w:val="007E3539"/>
    <w:rsid w:val="007E447F"/>
    <w:rsid w:val="007E5B0E"/>
    <w:rsid w:val="007E684B"/>
    <w:rsid w:val="007E7267"/>
    <w:rsid w:val="007F03F1"/>
    <w:rsid w:val="007F0F15"/>
    <w:rsid w:val="007F1889"/>
    <w:rsid w:val="007F3BD8"/>
    <w:rsid w:val="007F3D4C"/>
    <w:rsid w:val="007F5253"/>
    <w:rsid w:val="007F6DD0"/>
    <w:rsid w:val="00800EA0"/>
    <w:rsid w:val="00801EA1"/>
    <w:rsid w:val="00802ADE"/>
    <w:rsid w:val="008039B6"/>
    <w:rsid w:val="00803C4D"/>
    <w:rsid w:val="00803CD9"/>
    <w:rsid w:val="0080665D"/>
    <w:rsid w:val="00806925"/>
    <w:rsid w:val="008071CA"/>
    <w:rsid w:val="008100C4"/>
    <w:rsid w:val="00810F2F"/>
    <w:rsid w:val="008128C5"/>
    <w:rsid w:val="00816CDE"/>
    <w:rsid w:val="008177CE"/>
    <w:rsid w:val="008202CD"/>
    <w:rsid w:val="00820E8E"/>
    <w:rsid w:val="00821208"/>
    <w:rsid w:val="0082254F"/>
    <w:rsid w:val="00822BC6"/>
    <w:rsid w:val="008235AD"/>
    <w:rsid w:val="00824735"/>
    <w:rsid w:val="008256E9"/>
    <w:rsid w:val="00827B52"/>
    <w:rsid w:val="00827C88"/>
    <w:rsid w:val="00830239"/>
    <w:rsid w:val="00831257"/>
    <w:rsid w:val="00831D27"/>
    <w:rsid w:val="00834048"/>
    <w:rsid w:val="0083420B"/>
    <w:rsid w:val="0083458E"/>
    <w:rsid w:val="0083561A"/>
    <w:rsid w:val="008358C1"/>
    <w:rsid w:val="008368A4"/>
    <w:rsid w:val="00836F92"/>
    <w:rsid w:val="00836F97"/>
    <w:rsid w:val="00837B51"/>
    <w:rsid w:val="008401C3"/>
    <w:rsid w:val="0084036F"/>
    <w:rsid w:val="00840B5D"/>
    <w:rsid w:val="00840BD7"/>
    <w:rsid w:val="008415FA"/>
    <w:rsid w:val="008421DC"/>
    <w:rsid w:val="00844387"/>
    <w:rsid w:val="00846172"/>
    <w:rsid w:val="0085057C"/>
    <w:rsid w:val="00850A64"/>
    <w:rsid w:val="00854114"/>
    <w:rsid w:val="00854401"/>
    <w:rsid w:val="00855165"/>
    <w:rsid w:val="008554EC"/>
    <w:rsid w:val="008572A4"/>
    <w:rsid w:val="00860E82"/>
    <w:rsid w:val="00861069"/>
    <w:rsid w:val="00861528"/>
    <w:rsid w:val="0086171E"/>
    <w:rsid w:val="00861940"/>
    <w:rsid w:val="00862367"/>
    <w:rsid w:val="00867D1D"/>
    <w:rsid w:val="00871F93"/>
    <w:rsid w:val="00873D93"/>
    <w:rsid w:val="00876581"/>
    <w:rsid w:val="0087674B"/>
    <w:rsid w:val="00877A01"/>
    <w:rsid w:val="00877EDF"/>
    <w:rsid w:val="00882CBC"/>
    <w:rsid w:val="00883F6F"/>
    <w:rsid w:val="00884DB6"/>
    <w:rsid w:val="008853E3"/>
    <w:rsid w:val="00891705"/>
    <w:rsid w:val="008921E9"/>
    <w:rsid w:val="00892516"/>
    <w:rsid w:val="00892B64"/>
    <w:rsid w:val="00893D2C"/>
    <w:rsid w:val="008949A3"/>
    <w:rsid w:val="00896E84"/>
    <w:rsid w:val="00897855"/>
    <w:rsid w:val="008A0A7D"/>
    <w:rsid w:val="008A11BA"/>
    <w:rsid w:val="008A1B9E"/>
    <w:rsid w:val="008A36CD"/>
    <w:rsid w:val="008A3857"/>
    <w:rsid w:val="008A50C5"/>
    <w:rsid w:val="008A55A0"/>
    <w:rsid w:val="008A63F3"/>
    <w:rsid w:val="008B2E1D"/>
    <w:rsid w:val="008B62CC"/>
    <w:rsid w:val="008C0623"/>
    <w:rsid w:val="008C5B76"/>
    <w:rsid w:val="008C5CF1"/>
    <w:rsid w:val="008C63F2"/>
    <w:rsid w:val="008C6663"/>
    <w:rsid w:val="008C6DF6"/>
    <w:rsid w:val="008C7F3E"/>
    <w:rsid w:val="008D25E8"/>
    <w:rsid w:val="008D3F3B"/>
    <w:rsid w:val="008D471B"/>
    <w:rsid w:val="008D5969"/>
    <w:rsid w:val="008D5B8C"/>
    <w:rsid w:val="008D665A"/>
    <w:rsid w:val="008E019F"/>
    <w:rsid w:val="008E0D27"/>
    <w:rsid w:val="008E1C5D"/>
    <w:rsid w:val="008E1CD0"/>
    <w:rsid w:val="008E3DAB"/>
    <w:rsid w:val="008F064F"/>
    <w:rsid w:val="008F0B5E"/>
    <w:rsid w:val="008F0E0E"/>
    <w:rsid w:val="008F3209"/>
    <w:rsid w:val="008F3A45"/>
    <w:rsid w:val="008F3EDE"/>
    <w:rsid w:val="008F508B"/>
    <w:rsid w:val="008F5CF9"/>
    <w:rsid w:val="008F6BB6"/>
    <w:rsid w:val="008F7D87"/>
    <w:rsid w:val="00901F4C"/>
    <w:rsid w:val="00902005"/>
    <w:rsid w:val="0090203D"/>
    <w:rsid w:val="0090273C"/>
    <w:rsid w:val="00903003"/>
    <w:rsid w:val="0090302E"/>
    <w:rsid w:val="0090595C"/>
    <w:rsid w:val="0091044E"/>
    <w:rsid w:val="0091158D"/>
    <w:rsid w:val="00914284"/>
    <w:rsid w:val="00921412"/>
    <w:rsid w:val="00922011"/>
    <w:rsid w:val="00922D20"/>
    <w:rsid w:val="009234F3"/>
    <w:rsid w:val="00923977"/>
    <w:rsid w:val="00923A46"/>
    <w:rsid w:val="0092486C"/>
    <w:rsid w:val="009269E0"/>
    <w:rsid w:val="00927E3D"/>
    <w:rsid w:val="009307ED"/>
    <w:rsid w:val="00930B42"/>
    <w:rsid w:val="009322DA"/>
    <w:rsid w:val="009353CC"/>
    <w:rsid w:val="0093760E"/>
    <w:rsid w:val="00940F3C"/>
    <w:rsid w:val="00941101"/>
    <w:rsid w:val="009420D1"/>
    <w:rsid w:val="0094258B"/>
    <w:rsid w:val="0094508F"/>
    <w:rsid w:val="00946637"/>
    <w:rsid w:val="00946895"/>
    <w:rsid w:val="00950D38"/>
    <w:rsid w:val="00951324"/>
    <w:rsid w:val="0095190B"/>
    <w:rsid w:val="00951ABD"/>
    <w:rsid w:val="00951C07"/>
    <w:rsid w:val="00953999"/>
    <w:rsid w:val="00954AEB"/>
    <w:rsid w:val="009553AF"/>
    <w:rsid w:val="00960443"/>
    <w:rsid w:val="009616A0"/>
    <w:rsid w:val="00962F4F"/>
    <w:rsid w:val="00962FF8"/>
    <w:rsid w:val="009642C9"/>
    <w:rsid w:val="0096473A"/>
    <w:rsid w:val="009648FF"/>
    <w:rsid w:val="00964BC1"/>
    <w:rsid w:val="00964E57"/>
    <w:rsid w:val="009661B7"/>
    <w:rsid w:val="00967CDF"/>
    <w:rsid w:val="0097049B"/>
    <w:rsid w:val="00971252"/>
    <w:rsid w:val="00971AE1"/>
    <w:rsid w:val="009725E0"/>
    <w:rsid w:val="00972CBA"/>
    <w:rsid w:val="00972F46"/>
    <w:rsid w:val="009745DF"/>
    <w:rsid w:val="00975090"/>
    <w:rsid w:val="00977C5E"/>
    <w:rsid w:val="00977E63"/>
    <w:rsid w:val="009803B9"/>
    <w:rsid w:val="00981C45"/>
    <w:rsid w:val="00982839"/>
    <w:rsid w:val="00984664"/>
    <w:rsid w:val="00985306"/>
    <w:rsid w:val="00985A4B"/>
    <w:rsid w:val="00986E17"/>
    <w:rsid w:val="0098718D"/>
    <w:rsid w:val="0099080A"/>
    <w:rsid w:val="00990A4C"/>
    <w:rsid w:val="0099267B"/>
    <w:rsid w:val="009931D7"/>
    <w:rsid w:val="009939B9"/>
    <w:rsid w:val="00996D47"/>
    <w:rsid w:val="009976C8"/>
    <w:rsid w:val="00997864"/>
    <w:rsid w:val="009A0640"/>
    <w:rsid w:val="009A248B"/>
    <w:rsid w:val="009A2DDD"/>
    <w:rsid w:val="009A3E66"/>
    <w:rsid w:val="009A4206"/>
    <w:rsid w:val="009A56D5"/>
    <w:rsid w:val="009A61E2"/>
    <w:rsid w:val="009B4380"/>
    <w:rsid w:val="009B4A27"/>
    <w:rsid w:val="009B52AD"/>
    <w:rsid w:val="009B5D4B"/>
    <w:rsid w:val="009B7640"/>
    <w:rsid w:val="009C079C"/>
    <w:rsid w:val="009C4342"/>
    <w:rsid w:val="009C58FA"/>
    <w:rsid w:val="009C5B3B"/>
    <w:rsid w:val="009C689F"/>
    <w:rsid w:val="009D0B62"/>
    <w:rsid w:val="009D1B95"/>
    <w:rsid w:val="009D21B5"/>
    <w:rsid w:val="009D3C10"/>
    <w:rsid w:val="009D57CC"/>
    <w:rsid w:val="009E1662"/>
    <w:rsid w:val="009E2736"/>
    <w:rsid w:val="009E56C0"/>
    <w:rsid w:val="009E5F5E"/>
    <w:rsid w:val="009E6272"/>
    <w:rsid w:val="009F06B1"/>
    <w:rsid w:val="009F1435"/>
    <w:rsid w:val="009F36CA"/>
    <w:rsid w:val="009F3DE9"/>
    <w:rsid w:val="009F56A8"/>
    <w:rsid w:val="00A00F87"/>
    <w:rsid w:val="00A014E1"/>
    <w:rsid w:val="00A0332D"/>
    <w:rsid w:val="00A037C6"/>
    <w:rsid w:val="00A05992"/>
    <w:rsid w:val="00A10B04"/>
    <w:rsid w:val="00A1100A"/>
    <w:rsid w:val="00A11230"/>
    <w:rsid w:val="00A130C7"/>
    <w:rsid w:val="00A15C81"/>
    <w:rsid w:val="00A16411"/>
    <w:rsid w:val="00A218B7"/>
    <w:rsid w:val="00A219C5"/>
    <w:rsid w:val="00A23C7B"/>
    <w:rsid w:val="00A23EC6"/>
    <w:rsid w:val="00A2689D"/>
    <w:rsid w:val="00A32809"/>
    <w:rsid w:val="00A411CC"/>
    <w:rsid w:val="00A430B4"/>
    <w:rsid w:val="00A459CD"/>
    <w:rsid w:val="00A47335"/>
    <w:rsid w:val="00A47D81"/>
    <w:rsid w:val="00A47E36"/>
    <w:rsid w:val="00A5312D"/>
    <w:rsid w:val="00A53223"/>
    <w:rsid w:val="00A53B8F"/>
    <w:rsid w:val="00A544F0"/>
    <w:rsid w:val="00A54C6E"/>
    <w:rsid w:val="00A54EF9"/>
    <w:rsid w:val="00A55762"/>
    <w:rsid w:val="00A55DE8"/>
    <w:rsid w:val="00A60A3F"/>
    <w:rsid w:val="00A62FC6"/>
    <w:rsid w:val="00A6439D"/>
    <w:rsid w:val="00A64CCB"/>
    <w:rsid w:val="00A65D8C"/>
    <w:rsid w:val="00A66B1F"/>
    <w:rsid w:val="00A701AD"/>
    <w:rsid w:val="00A72704"/>
    <w:rsid w:val="00A73AE4"/>
    <w:rsid w:val="00A82CF3"/>
    <w:rsid w:val="00A8630A"/>
    <w:rsid w:val="00A92A8D"/>
    <w:rsid w:val="00A9408B"/>
    <w:rsid w:val="00A95BDA"/>
    <w:rsid w:val="00A97712"/>
    <w:rsid w:val="00A97CF7"/>
    <w:rsid w:val="00A97E76"/>
    <w:rsid w:val="00AA12A8"/>
    <w:rsid w:val="00AA3456"/>
    <w:rsid w:val="00AA6FD6"/>
    <w:rsid w:val="00AB0143"/>
    <w:rsid w:val="00AB05CD"/>
    <w:rsid w:val="00AB1A23"/>
    <w:rsid w:val="00AB2D42"/>
    <w:rsid w:val="00AB3196"/>
    <w:rsid w:val="00AB39AB"/>
    <w:rsid w:val="00AB4314"/>
    <w:rsid w:val="00AB4B6A"/>
    <w:rsid w:val="00AB4D45"/>
    <w:rsid w:val="00AB5006"/>
    <w:rsid w:val="00AB5EC7"/>
    <w:rsid w:val="00AB648F"/>
    <w:rsid w:val="00AB7A15"/>
    <w:rsid w:val="00AC0B69"/>
    <w:rsid w:val="00AC22BA"/>
    <w:rsid w:val="00AC33A3"/>
    <w:rsid w:val="00AC34FF"/>
    <w:rsid w:val="00AC3F25"/>
    <w:rsid w:val="00AC40B6"/>
    <w:rsid w:val="00AC40B7"/>
    <w:rsid w:val="00AC5AD9"/>
    <w:rsid w:val="00AC700E"/>
    <w:rsid w:val="00AC78BC"/>
    <w:rsid w:val="00AD1C73"/>
    <w:rsid w:val="00AD36BF"/>
    <w:rsid w:val="00AD4DDA"/>
    <w:rsid w:val="00AD4FD0"/>
    <w:rsid w:val="00AD70CB"/>
    <w:rsid w:val="00AD7445"/>
    <w:rsid w:val="00AE13B9"/>
    <w:rsid w:val="00AE2D98"/>
    <w:rsid w:val="00AE3AB1"/>
    <w:rsid w:val="00AE4341"/>
    <w:rsid w:val="00AE7B01"/>
    <w:rsid w:val="00AF1872"/>
    <w:rsid w:val="00AF3F5F"/>
    <w:rsid w:val="00AF4E75"/>
    <w:rsid w:val="00AF7F00"/>
    <w:rsid w:val="00B00418"/>
    <w:rsid w:val="00B00F20"/>
    <w:rsid w:val="00B017E5"/>
    <w:rsid w:val="00B01D4E"/>
    <w:rsid w:val="00B01F9D"/>
    <w:rsid w:val="00B036AF"/>
    <w:rsid w:val="00B06143"/>
    <w:rsid w:val="00B076D4"/>
    <w:rsid w:val="00B102AE"/>
    <w:rsid w:val="00B11B86"/>
    <w:rsid w:val="00B1255B"/>
    <w:rsid w:val="00B15C5E"/>
    <w:rsid w:val="00B15E35"/>
    <w:rsid w:val="00B16385"/>
    <w:rsid w:val="00B174C2"/>
    <w:rsid w:val="00B21CBA"/>
    <w:rsid w:val="00B23C9A"/>
    <w:rsid w:val="00B25025"/>
    <w:rsid w:val="00B257D9"/>
    <w:rsid w:val="00B25928"/>
    <w:rsid w:val="00B26C7A"/>
    <w:rsid w:val="00B30A46"/>
    <w:rsid w:val="00B30F1D"/>
    <w:rsid w:val="00B33F4A"/>
    <w:rsid w:val="00B36908"/>
    <w:rsid w:val="00B40062"/>
    <w:rsid w:val="00B4023A"/>
    <w:rsid w:val="00B40ECD"/>
    <w:rsid w:val="00B41438"/>
    <w:rsid w:val="00B423BF"/>
    <w:rsid w:val="00B44C8F"/>
    <w:rsid w:val="00B50874"/>
    <w:rsid w:val="00B509A7"/>
    <w:rsid w:val="00B52987"/>
    <w:rsid w:val="00B52EA4"/>
    <w:rsid w:val="00B55F93"/>
    <w:rsid w:val="00B56388"/>
    <w:rsid w:val="00B566EE"/>
    <w:rsid w:val="00B60F45"/>
    <w:rsid w:val="00B62DD8"/>
    <w:rsid w:val="00B64EBB"/>
    <w:rsid w:val="00B65536"/>
    <w:rsid w:val="00B670DC"/>
    <w:rsid w:val="00B70847"/>
    <w:rsid w:val="00B71FD3"/>
    <w:rsid w:val="00B72383"/>
    <w:rsid w:val="00B732B1"/>
    <w:rsid w:val="00B73409"/>
    <w:rsid w:val="00B73D10"/>
    <w:rsid w:val="00B75572"/>
    <w:rsid w:val="00B7559F"/>
    <w:rsid w:val="00B75D2F"/>
    <w:rsid w:val="00B76939"/>
    <w:rsid w:val="00B76C07"/>
    <w:rsid w:val="00B77F45"/>
    <w:rsid w:val="00B804CB"/>
    <w:rsid w:val="00B814D3"/>
    <w:rsid w:val="00B824D1"/>
    <w:rsid w:val="00B84551"/>
    <w:rsid w:val="00B84AF3"/>
    <w:rsid w:val="00B861E0"/>
    <w:rsid w:val="00B86E3F"/>
    <w:rsid w:val="00B873BE"/>
    <w:rsid w:val="00B9149A"/>
    <w:rsid w:val="00B91A92"/>
    <w:rsid w:val="00B92B87"/>
    <w:rsid w:val="00B932E1"/>
    <w:rsid w:val="00B97AD2"/>
    <w:rsid w:val="00B97C7C"/>
    <w:rsid w:val="00BA5619"/>
    <w:rsid w:val="00BA5739"/>
    <w:rsid w:val="00BA6EBC"/>
    <w:rsid w:val="00BA7CC3"/>
    <w:rsid w:val="00BB0632"/>
    <w:rsid w:val="00BB1327"/>
    <w:rsid w:val="00BB1A74"/>
    <w:rsid w:val="00BB2792"/>
    <w:rsid w:val="00BB2BA7"/>
    <w:rsid w:val="00BB2C09"/>
    <w:rsid w:val="00BB5394"/>
    <w:rsid w:val="00BB7CA3"/>
    <w:rsid w:val="00BC1A6F"/>
    <w:rsid w:val="00BC3BE3"/>
    <w:rsid w:val="00BC4381"/>
    <w:rsid w:val="00BC4BB8"/>
    <w:rsid w:val="00BC5EB6"/>
    <w:rsid w:val="00BC7495"/>
    <w:rsid w:val="00BD07C3"/>
    <w:rsid w:val="00BD3799"/>
    <w:rsid w:val="00BD3B15"/>
    <w:rsid w:val="00BD518D"/>
    <w:rsid w:val="00BD7051"/>
    <w:rsid w:val="00BE2DFB"/>
    <w:rsid w:val="00BE2EDE"/>
    <w:rsid w:val="00BE38EA"/>
    <w:rsid w:val="00BE5290"/>
    <w:rsid w:val="00BE70B8"/>
    <w:rsid w:val="00BF0A1A"/>
    <w:rsid w:val="00BF14AA"/>
    <w:rsid w:val="00BF1A5E"/>
    <w:rsid w:val="00BF25DE"/>
    <w:rsid w:val="00BF302F"/>
    <w:rsid w:val="00BF5D6F"/>
    <w:rsid w:val="00BF750C"/>
    <w:rsid w:val="00C00870"/>
    <w:rsid w:val="00C03B96"/>
    <w:rsid w:val="00C05047"/>
    <w:rsid w:val="00C05338"/>
    <w:rsid w:val="00C06835"/>
    <w:rsid w:val="00C14E6B"/>
    <w:rsid w:val="00C159DA"/>
    <w:rsid w:val="00C20294"/>
    <w:rsid w:val="00C2134E"/>
    <w:rsid w:val="00C2173E"/>
    <w:rsid w:val="00C222EB"/>
    <w:rsid w:val="00C22790"/>
    <w:rsid w:val="00C231BA"/>
    <w:rsid w:val="00C23E8B"/>
    <w:rsid w:val="00C23F1E"/>
    <w:rsid w:val="00C25DE8"/>
    <w:rsid w:val="00C25F84"/>
    <w:rsid w:val="00C35B5F"/>
    <w:rsid w:val="00C36A76"/>
    <w:rsid w:val="00C379FA"/>
    <w:rsid w:val="00C409C4"/>
    <w:rsid w:val="00C40B16"/>
    <w:rsid w:val="00C42CA5"/>
    <w:rsid w:val="00C44245"/>
    <w:rsid w:val="00C45023"/>
    <w:rsid w:val="00C45C15"/>
    <w:rsid w:val="00C45D3C"/>
    <w:rsid w:val="00C45E72"/>
    <w:rsid w:val="00C50417"/>
    <w:rsid w:val="00C51D68"/>
    <w:rsid w:val="00C554E3"/>
    <w:rsid w:val="00C560CA"/>
    <w:rsid w:val="00C567AE"/>
    <w:rsid w:val="00C57040"/>
    <w:rsid w:val="00C57491"/>
    <w:rsid w:val="00C604A1"/>
    <w:rsid w:val="00C60B47"/>
    <w:rsid w:val="00C63B16"/>
    <w:rsid w:val="00C6576E"/>
    <w:rsid w:val="00C66003"/>
    <w:rsid w:val="00C6770F"/>
    <w:rsid w:val="00C67ACD"/>
    <w:rsid w:val="00C711F3"/>
    <w:rsid w:val="00C731AD"/>
    <w:rsid w:val="00C7492F"/>
    <w:rsid w:val="00C75946"/>
    <w:rsid w:val="00C7791E"/>
    <w:rsid w:val="00C80F79"/>
    <w:rsid w:val="00C81B87"/>
    <w:rsid w:val="00C81F31"/>
    <w:rsid w:val="00C82D00"/>
    <w:rsid w:val="00C839BD"/>
    <w:rsid w:val="00C8458D"/>
    <w:rsid w:val="00C87FE0"/>
    <w:rsid w:val="00C901D8"/>
    <w:rsid w:val="00C90AA4"/>
    <w:rsid w:val="00C96CB8"/>
    <w:rsid w:val="00C97B74"/>
    <w:rsid w:val="00C97C53"/>
    <w:rsid w:val="00CA06B7"/>
    <w:rsid w:val="00CA081E"/>
    <w:rsid w:val="00CA1BF4"/>
    <w:rsid w:val="00CA32C7"/>
    <w:rsid w:val="00CA38C6"/>
    <w:rsid w:val="00CA3A7D"/>
    <w:rsid w:val="00CA55E1"/>
    <w:rsid w:val="00CA731D"/>
    <w:rsid w:val="00CA7A07"/>
    <w:rsid w:val="00CB0AFC"/>
    <w:rsid w:val="00CB12A5"/>
    <w:rsid w:val="00CB5463"/>
    <w:rsid w:val="00CC0569"/>
    <w:rsid w:val="00CC0DDE"/>
    <w:rsid w:val="00CC29D2"/>
    <w:rsid w:val="00CC2EAC"/>
    <w:rsid w:val="00CC3A93"/>
    <w:rsid w:val="00CC3CEE"/>
    <w:rsid w:val="00CC4819"/>
    <w:rsid w:val="00CC4A23"/>
    <w:rsid w:val="00CC5939"/>
    <w:rsid w:val="00CC7FF7"/>
    <w:rsid w:val="00CD0CFE"/>
    <w:rsid w:val="00CD108C"/>
    <w:rsid w:val="00CD6424"/>
    <w:rsid w:val="00CE5BEE"/>
    <w:rsid w:val="00CE7F40"/>
    <w:rsid w:val="00CF41C3"/>
    <w:rsid w:val="00CF4DC6"/>
    <w:rsid w:val="00CF5BA5"/>
    <w:rsid w:val="00D0058E"/>
    <w:rsid w:val="00D00614"/>
    <w:rsid w:val="00D01A1C"/>
    <w:rsid w:val="00D04306"/>
    <w:rsid w:val="00D10160"/>
    <w:rsid w:val="00D10E99"/>
    <w:rsid w:val="00D1318B"/>
    <w:rsid w:val="00D142F1"/>
    <w:rsid w:val="00D158C0"/>
    <w:rsid w:val="00D16FEE"/>
    <w:rsid w:val="00D171C8"/>
    <w:rsid w:val="00D212CB"/>
    <w:rsid w:val="00D2370C"/>
    <w:rsid w:val="00D23B85"/>
    <w:rsid w:val="00D24081"/>
    <w:rsid w:val="00D25084"/>
    <w:rsid w:val="00D3040B"/>
    <w:rsid w:val="00D321CE"/>
    <w:rsid w:val="00D32837"/>
    <w:rsid w:val="00D34654"/>
    <w:rsid w:val="00D35677"/>
    <w:rsid w:val="00D35CFF"/>
    <w:rsid w:val="00D3696B"/>
    <w:rsid w:val="00D36C2D"/>
    <w:rsid w:val="00D36DBA"/>
    <w:rsid w:val="00D3746B"/>
    <w:rsid w:val="00D37978"/>
    <w:rsid w:val="00D402D0"/>
    <w:rsid w:val="00D41949"/>
    <w:rsid w:val="00D41A6F"/>
    <w:rsid w:val="00D443B4"/>
    <w:rsid w:val="00D44A64"/>
    <w:rsid w:val="00D45320"/>
    <w:rsid w:val="00D5053B"/>
    <w:rsid w:val="00D5145F"/>
    <w:rsid w:val="00D520DF"/>
    <w:rsid w:val="00D53256"/>
    <w:rsid w:val="00D54D37"/>
    <w:rsid w:val="00D55DD8"/>
    <w:rsid w:val="00D55FDA"/>
    <w:rsid w:val="00D56497"/>
    <w:rsid w:val="00D567D1"/>
    <w:rsid w:val="00D57D18"/>
    <w:rsid w:val="00D6436A"/>
    <w:rsid w:val="00D65416"/>
    <w:rsid w:val="00D66EBA"/>
    <w:rsid w:val="00D67A86"/>
    <w:rsid w:val="00D67D68"/>
    <w:rsid w:val="00D67EDB"/>
    <w:rsid w:val="00D70233"/>
    <w:rsid w:val="00D7139F"/>
    <w:rsid w:val="00D734E3"/>
    <w:rsid w:val="00D73935"/>
    <w:rsid w:val="00D75B5A"/>
    <w:rsid w:val="00D75BB7"/>
    <w:rsid w:val="00D81074"/>
    <w:rsid w:val="00D817C2"/>
    <w:rsid w:val="00D83839"/>
    <w:rsid w:val="00D84C1E"/>
    <w:rsid w:val="00D84C97"/>
    <w:rsid w:val="00D850DC"/>
    <w:rsid w:val="00D850E7"/>
    <w:rsid w:val="00D851FD"/>
    <w:rsid w:val="00D90E24"/>
    <w:rsid w:val="00D91957"/>
    <w:rsid w:val="00D92238"/>
    <w:rsid w:val="00D928D5"/>
    <w:rsid w:val="00D93972"/>
    <w:rsid w:val="00D941F0"/>
    <w:rsid w:val="00D973EE"/>
    <w:rsid w:val="00D975B4"/>
    <w:rsid w:val="00DA0F33"/>
    <w:rsid w:val="00DA23EE"/>
    <w:rsid w:val="00DA4BF4"/>
    <w:rsid w:val="00DA5FD6"/>
    <w:rsid w:val="00DA71B2"/>
    <w:rsid w:val="00DB0718"/>
    <w:rsid w:val="00DB0998"/>
    <w:rsid w:val="00DB0DA4"/>
    <w:rsid w:val="00DB1DEF"/>
    <w:rsid w:val="00DB24EE"/>
    <w:rsid w:val="00DB28FA"/>
    <w:rsid w:val="00DB3242"/>
    <w:rsid w:val="00DB3CF8"/>
    <w:rsid w:val="00DB4789"/>
    <w:rsid w:val="00DB63C4"/>
    <w:rsid w:val="00DC0878"/>
    <w:rsid w:val="00DC0A41"/>
    <w:rsid w:val="00DC0C90"/>
    <w:rsid w:val="00DC0E64"/>
    <w:rsid w:val="00DC0E91"/>
    <w:rsid w:val="00DC165F"/>
    <w:rsid w:val="00DC176B"/>
    <w:rsid w:val="00DC3CAA"/>
    <w:rsid w:val="00DC5B1E"/>
    <w:rsid w:val="00DC5F2B"/>
    <w:rsid w:val="00DD16BC"/>
    <w:rsid w:val="00DD3D60"/>
    <w:rsid w:val="00DD3EF4"/>
    <w:rsid w:val="00DD4563"/>
    <w:rsid w:val="00DD5B9E"/>
    <w:rsid w:val="00DD6A1F"/>
    <w:rsid w:val="00DE079F"/>
    <w:rsid w:val="00DE20F8"/>
    <w:rsid w:val="00DE2A42"/>
    <w:rsid w:val="00DE455E"/>
    <w:rsid w:val="00DE49A6"/>
    <w:rsid w:val="00DE5064"/>
    <w:rsid w:val="00DE51FC"/>
    <w:rsid w:val="00DE5596"/>
    <w:rsid w:val="00DE575A"/>
    <w:rsid w:val="00DF0A6F"/>
    <w:rsid w:val="00DF1CC4"/>
    <w:rsid w:val="00DF1EFF"/>
    <w:rsid w:val="00DF427C"/>
    <w:rsid w:val="00DF6682"/>
    <w:rsid w:val="00DF6BB3"/>
    <w:rsid w:val="00DF7F67"/>
    <w:rsid w:val="00E01D6D"/>
    <w:rsid w:val="00E025F9"/>
    <w:rsid w:val="00E037B2"/>
    <w:rsid w:val="00E03ED4"/>
    <w:rsid w:val="00E05AB7"/>
    <w:rsid w:val="00E0669C"/>
    <w:rsid w:val="00E07976"/>
    <w:rsid w:val="00E07BE1"/>
    <w:rsid w:val="00E122E4"/>
    <w:rsid w:val="00E125BC"/>
    <w:rsid w:val="00E12709"/>
    <w:rsid w:val="00E12C71"/>
    <w:rsid w:val="00E136E0"/>
    <w:rsid w:val="00E156EE"/>
    <w:rsid w:val="00E15DC7"/>
    <w:rsid w:val="00E15E97"/>
    <w:rsid w:val="00E16278"/>
    <w:rsid w:val="00E20AA9"/>
    <w:rsid w:val="00E20AAC"/>
    <w:rsid w:val="00E2133C"/>
    <w:rsid w:val="00E256AC"/>
    <w:rsid w:val="00E2602C"/>
    <w:rsid w:val="00E264AF"/>
    <w:rsid w:val="00E300E9"/>
    <w:rsid w:val="00E30840"/>
    <w:rsid w:val="00E30899"/>
    <w:rsid w:val="00E3297D"/>
    <w:rsid w:val="00E34A39"/>
    <w:rsid w:val="00E35E76"/>
    <w:rsid w:val="00E37175"/>
    <w:rsid w:val="00E404D6"/>
    <w:rsid w:val="00E41431"/>
    <w:rsid w:val="00E41FED"/>
    <w:rsid w:val="00E42A40"/>
    <w:rsid w:val="00E42AAB"/>
    <w:rsid w:val="00E436CD"/>
    <w:rsid w:val="00E43C5D"/>
    <w:rsid w:val="00E44A72"/>
    <w:rsid w:val="00E479B7"/>
    <w:rsid w:val="00E5097E"/>
    <w:rsid w:val="00E51442"/>
    <w:rsid w:val="00E53675"/>
    <w:rsid w:val="00E53931"/>
    <w:rsid w:val="00E54899"/>
    <w:rsid w:val="00E61A0A"/>
    <w:rsid w:val="00E61A99"/>
    <w:rsid w:val="00E61D45"/>
    <w:rsid w:val="00E62182"/>
    <w:rsid w:val="00E64C49"/>
    <w:rsid w:val="00E650DD"/>
    <w:rsid w:val="00E6615F"/>
    <w:rsid w:val="00E67300"/>
    <w:rsid w:val="00E705D0"/>
    <w:rsid w:val="00E74111"/>
    <w:rsid w:val="00E74A11"/>
    <w:rsid w:val="00E75031"/>
    <w:rsid w:val="00E77227"/>
    <w:rsid w:val="00E7765A"/>
    <w:rsid w:val="00E8059B"/>
    <w:rsid w:val="00E81552"/>
    <w:rsid w:val="00E81D66"/>
    <w:rsid w:val="00E81F29"/>
    <w:rsid w:val="00E82031"/>
    <w:rsid w:val="00E82612"/>
    <w:rsid w:val="00E83B59"/>
    <w:rsid w:val="00E84937"/>
    <w:rsid w:val="00E870EC"/>
    <w:rsid w:val="00E907E2"/>
    <w:rsid w:val="00E91CFC"/>
    <w:rsid w:val="00E93656"/>
    <w:rsid w:val="00E94052"/>
    <w:rsid w:val="00E9419C"/>
    <w:rsid w:val="00E96425"/>
    <w:rsid w:val="00E96FE7"/>
    <w:rsid w:val="00EA1198"/>
    <w:rsid w:val="00EA5454"/>
    <w:rsid w:val="00EA7292"/>
    <w:rsid w:val="00EB085F"/>
    <w:rsid w:val="00EB0B1E"/>
    <w:rsid w:val="00EB12A1"/>
    <w:rsid w:val="00EB3EDB"/>
    <w:rsid w:val="00EB4D5C"/>
    <w:rsid w:val="00EB6BA2"/>
    <w:rsid w:val="00EB7C1C"/>
    <w:rsid w:val="00EC2301"/>
    <w:rsid w:val="00EC4275"/>
    <w:rsid w:val="00EC5D69"/>
    <w:rsid w:val="00EC5DDB"/>
    <w:rsid w:val="00EC631B"/>
    <w:rsid w:val="00ED2A44"/>
    <w:rsid w:val="00ED3F29"/>
    <w:rsid w:val="00ED4C63"/>
    <w:rsid w:val="00ED5DE5"/>
    <w:rsid w:val="00ED6CB5"/>
    <w:rsid w:val="00ED707D"/>
    <w:rsid w:val="00ED70F5"/>
    <w:rsid w:val="00ED7E24"/>
    <w:rsid w:val="00EE059D"/>
    <w:rsid w:val="00EE1A4D"/>
    <w:rsid w:val="00EE3D3F"/>
    <w:rsid w:val="00EE3D87"/>
    <w:rsid w:val="00EE51BC"/>
    <w:rsid w:val="00EE6641"/>
    <w:rsid w:val="00EF028C"/>
    <w:rsid w:val="00EF082B"/>
    <w:rsid w:val="00EF0B27"/>
    <w:rsid w:val="00EF174E"/>
    <w:rsid w:val="00EF3245"/>
    <w:rsid w:val="00EF3512"/>
    <w:rsid w:val="00EF5546"/>
    <w:rsid w:val="00EF66FF"/>
    <w:rsid w:val="00F0017A"/>
    <w:rsid w:val="00F0279F"/>
    <w:rsid w:val="00F02AFD"/>
    <w:rsid w:val="00F05249"/>
    <w:rsid w:val="00F05A92"/>
    <w:rsid w:val="00F0625E"/>
    <w:rsid w:val="00F06B66"/>
    <w:rsid w:val="00F076B3"/>
    <w:rsid w:val="00F077E3"/>
    <w:rsid w:val="00F07F9B"/>
    <w:rsid w:val="00F11400"/>
    <w:rsid w:val="00F11ECE"/>
    <w:rsid w:val="00F12240"/>
    <w:rsid w:val="00F13580"/>
    <w:rsid w:val="00F135F3"/>
    <w:rsid w:val="00F137B4"/>
    <w:rsid w:val="00F15768"/>
    <w:rsid w:val="00F15D2E"/>
    <w:rsid w:val="00F1724F"/>
    <w:rsid w:val="00F17909"/>
    <w:rsid w:val="00F202F5"/>
    <w:rsid w:val="00F20B73"/>
    <w:rsid w:val="00F23CAA"/>
    <w:rsid w:val="00F23D78"/>
    <w:rsid w:val="00F26117"/>
    <w:rsid w:val="00F3022F"/>
    <w:rsid w:val="00F32350"/>
    <w:rsid w:val="00F338B8"/>
    <w:rsid w:val="00F355A3"/>
    <w:rsid w:val="00F425F7"/>
    <w:rsid w:val="00F43164"/>
    <w:rsid w:val="00F441D4"/>
    <w:rsid w:val="00F4662E"/>
    <w:rsid w:val="00F511F3"/>
    <w:rsid w:val="00F52F7B"/>
    <w:rsid w:val="00F532A0"/>
    <w:rsid w:val="00F54274"/>
    <w:rsid w:val="00F54DDF"/>
    <w:rsid w:val="00F574E8"/>
    <w:rsid w:val="00F60080"/>
    <w:rsid w:val="00F60BF6"/>
    <w:rsid w:val="00F61E69"/>
    <w:rsid w:val="00F623E3"/>
    <w:rsid w:val="00F65611"/>
    <w:rsid w:val="00F6566A"/>
    <w:rsid w:val="00F67CA8"/>
    <w:rsid w:val="00F7011A"/>
    <w:rsid w:val="00F704CE"/>
    <w:rsid w:val="00F70997"/>
    <w:rsid w:val="00F70B40"/>
    <w:rsid w:val="00F73428"/>
    <w:rsid w:val="00F73756"/>
    <w:rsid w:val="00F7390C"/>
    <w:rsid w:val="00F7444C"/>
    <w:rsid w:val="00F7515F"/>
    <w:rsid w:val="00F7545E"/>
    <w:rsid w:val="00F76022"/>
    <w:rsid w:val="00F761C6"/>
    <w:rsid w:val="00F81203"/>
    <w:rsid w:val="00F82DD0"/>
    <w:rsid w:val="00F858FB"/>
    <w:rsid w:val="00F86A44"/>
    <w:rsid w:val="00F8758B"/>
    <w:rsid w:val="00F9376F"/>
    <w:rsid w:val="00F94200"/>
    <w:rsid w:val="00F94202"/>
    <w:rsid w:val="00F94AA6"/>
    <w:rsid w:val="00FA5385"/>
    <w:rsid w:val="00FA6183"/>
    <w:rsid w:val="00FA629E"/>
    <w:rsid w:val="00FA7CD2"/>
    <w:rsid w:val="00FB497B"/>
    <w:rsid w:val="00FB4ACC"/>
    <w:rsid w:val="00FB5DCD"/>
    <w:rsid w:val="00FB7FC7"/>
    <w:rsid w:val="00FC135D"/>
    <w:rsid w:val="00FC3BBA"/>
    <w:rsid w:val="00FC7047"/>
    <w:rsid w:val="00FD00A2"/>
    <w:rsid w:val="00FD1700"/>
    <w:rsid w:val="00FD17B9"/>
    <w:rsid w:val="00FD3535"/>
    <w:rsid w:val="00FD5932"/>
    <w:rsid w:val="00FD64D6"/>
    <w:rsid w:val="00FD662A"/>
    <w:rsid w:val="00FD6CB6"/>
    <w:rsid w:val="00FE1BFB"/>
    <w:rsid w:val="00FE228D"/>
    <w:rsid w:val="00FE3C25"/>
    <w:rsid w:val="00FE4140"/>
    <w:rsid w:val="00FE656C"/>
    <w:rsid w:val="00FE70B0"/>
    <w:rsid w:val="00FE7771"/>
    <w:rsid w:val="00FF000C"/>
    <w:rsid w:val="00FF08F2"/>
    <w:rsid w:val="00FF0CBE"/>
    <w:rsid w:val="00FF13F0"/>
    <w:rsid w:val="00FF2D3E"/>
    <w:rsid w:val="00FF43A0"/>
    <w:rsid w:val="00FF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 weight="2.25pt"/>
    </o:shapedefaults>
    <o:shapelayout v:ext="edit">
      <o:idmap v:ext="edit" data="2"/>
    </o:shapelayout>
  </w:shapeDefaults>
  <w:decimalSymbol w:val=","/>
  <w:listSeparator w:val=";"/>
  <w14:docId w14:val="40F9AB63"/>
  <w15:docId w15:val="{34374D8C-AD82-4FB4-9A24-5D6400E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C3D9C"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7C3D9C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rsid w:val="007C3D9C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rsid w:val="007C3D9C"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7C3D9C"/>
    <w:rPr>
      <w:spacing w:val="0"/>
      <w:position w:val="0"/>
      <w:sz w:val="20"/>
    </w:rPr>
  </w:style>
  <w:style w:type="paragraph" w:customStyle="1" w:styleId="Numbering">
    <w:name w:val="Numbering"/>
    <w:basedOn w:val="Normaallaad"/>
    <w:rsid w:val="007C3D9C"/>
    <w:pPr>
      <w:numPr>
        <w:numId w:val="1"/>
      </w:numPr>
    </w:pPr>
  </w:style>
  <w:style w:type="paragraph" w:customStyle="1" w:styleId="Bulleting">
    <w:name w:val="Bulleting."/>
    <w:basedOn w:val="Normaallaad"/>
    <w:rsid w:val="007C3D9C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rsid w:val="007C3D9C"/>
    <w:pPr>
      <w:jc w:val="center"/>
    </w:pPr>
    <w:rPr>
      <w:spacing w:val="0"/>
      <w:position w:val="0"/>
      <w:sz w:val="20"/>
    </w:rPr>
  </w:style>
  <w:style w:type="character" w:styleId="Hperlink">
    <w:name w:val="Hyperlink"/>
    <w:basedOn w:val="Liguvaikefont"/>
    <w:rsid w:val="00FB5D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0B048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0B048F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0B048F"/>
    <w:pPr>
      <w:ind w:left="720"/>
      <w:contextualSpacing/>
    </w:pPr>
  </w:style>
  <w:style w:type="character" w:styleId="Rhutus">
    <w:name w:val="Emphasis"/>
    <w:basedOn w:val="Liguvaikefont"/>
    <w:qFormat/>
    <w:rsid w:val="00E54899"/>
    <w:rPr>
      <w:i/>
      <w:iCs/>
    </w:rPr>
  </w:style>
  <w:style w:type="character" w:customStyle="1" w:styleId="Pealkiri1Mrk">
    <w:name w:val="Pealkiri 1 Märk"/>
    <w:basedOn w:val="Liguvaikefont"/>
    <w:link w:val="Pealkiri1"/>
    <w:rsid w:val="000A7144"/>
    <w:rPr>
      <w:b/>
      <w:spacing w:val="2"/>
      <w:kern w:val="28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5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eg@kobras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torim@hot.e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isu\Local%20Settings\Temporary%20Internet%20Files\OLK142\kiri_Hallikumk_e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ed96d8-2a0f-405d-96ed-d366e6efe522">
      <Terms xmlns="http://schemas.microsoft.com/office/infopath/2007/PartnerControls"/>
    </lcf76f155ced4ddcb4097134ff3c332f>
    <TaxCatchAll xmlns="6a5c6ef4-6b81-4418-899b-18968fcde48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AC2B3D970DD49A6DED140ECCD57EE" ma:contentTypeVersion="18" ma:contentTypeDescription="Create a new document." ma:contentTypeScope="" ma:versionID="b2591d6a754dbe4e8dc57c8ebd66feff">
  <xsd:schema xmlns:xsd="http://www.w3.org/2001/XMLSchema" xmlns:xs="http://www.w3.org/2001/XMLSchema" xmlns:p="http://schemas.microsoft.com/office/2006/metadata/properties" xmlns:ns2="fbed96d8-2a0f-405d-96ed-d366e6efe522" xmlns:ns3="6a5c6ef4-6b81-4418-899b-18968fcde489" targetNamespace="http://schemas.microsoft.com/office/2006/metadata/properties" ma:root="true" ma:fieldsID="80aa1eed63777c3e2d054f37066c9934" ns2:_="" ns3:_="">
    <xsd:import namespace="fbed96d8-2a0f-405d-96ed-d366e6efe522"/>
    <xsd:import namespace="6a5c6ef4-6b81-4418-899b-18968fcde4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d96d8-2a0f-405d-96ed-d366e6efe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c6ef4-6b81-4418-899b-18968fcde4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785a8-ef2d-4c70-b93e-6769d67fb45f}" ma:internalName="TaxCatchAll" ma:showField="CatchAllData" ma:web="6a5c6ef4-6b81-4418-899b-18968fcde4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B59EF-3D0B-4291-AF68-99C375121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8B1E2-B474-4D71-AAA4-A13CF1D59891}">
  <ds:schemaRefs>
    <ds:schemaRef ds:uri="http://schemas.microsoft.com/office/2006/metadata/properties"/>
    <ds:schemaRef ds:uri="http://schemas.microsoft.com/office/infopath/2007/PartnerControls"/>
    <ds:schemaRef ds:uri="fbed96d8-2a0f-405d-96ed-d366e6efe522"/>
    <ds:schemaRef ds:uri="6a5c6ef4-6b81-4418-899b-18968fcde489"/>
  </ds:schemaRefs>
</ds:datastoreItem>
</file>

<file path=customXml/itemProps3.xml><?xml version="1.0" encoding="utf-8"?>
<ds:datastoreItem xmlns:ds="http://schemas.openxmlformats.org/officeDocument/2006/customXml" ds:itemID="{2FC44F32-747C-4D5C-B06D-AB8C09EEB5C7}"/>
</file>

<file path=customXml/itemProps4.xml><?xml version="1.0" encoding="utf-8"?>
<ds:datastoreItem xmlns:ds="http://schemas.openxmlformats.org/officeDocument/2006/customXml" ds:itemID="{86BE486C-A7EF-4734-97AF-D2FBB1806B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kiri_Hallikumk_ek</Template>
  <TotalTime>1495</TotalTime>
  <Pages>1</Pages>
  <Words>583</Words>
  <Characters>3385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3961</CharactersWithSpaces>
  <SharedDoc>false</SharedDoc>
  <HLinks>
    <vt:vector size="6" baseType="variant">
      <vt:variant>
        <vt:i4>7602264</vt:i4>
      </vt:variant>
      <vt:variant>
        <vt:i4>3</vt:i4>
      </vt:variant>
      <vt:variant>
        <vt:i4>0</vt:i4>
      </vt:variant>
      <vt:variant>
        <vt:i4>5</vt:i4>
      </vt:variant>
      <vt:variant>
        <vt:lpwstr>mailto:ttorim@hot.ee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NX7010</dc:creator>
  <cp:lastModifiedBy>Oleg Sosnovski</cp:lastModifiedBy>
  <cp:revision>539</cp:revision>
  <cp:lastPrinted>2017-03-30T12:43:00Z</cp:lastPrinted>
  <dcterms:created xsi:type="dcterms:W3CDTF">2023-01-12T09:42:00Z</dcterms:created>
  <dcterms:modified xsi:type="dcterms:W3CDTF">2025-07-17T11:23:00Z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0x0101001AFAC2B3D970DD49A6DED140ECCD57EE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